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2025"/>
        <w:gridCol w:w="3767"/>
        <w:gridCol w:w="3834"/>
        <w:gridCol w:w="13"/>
      </w:tblGrid>
      <w:tr w:rsidR="00F66408" w:rsidTr="00F66408">
        <w:trPr>
          <w:gridAfter w:val="1"/>
          <w:wAfter w:w="13" w:type="dxa"/>
        </w:trPr>
        <w:tc>
          <w:tcPr>
            <w:tcW w:w="204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66408" w:rsidRPr="00F97F8C" w:rsidRDefault="00F66408" w:rsidP="00F66408"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6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66408" w:rsidRPr="001906A2" w:rsidRDefault="009C23B0" w:rsidP="00F6640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F66408" w:rsidRPr="001B1BC9" w:rsidTr="00F66408">
        <w:trPr>
          <w:gridAfter w:val="1"/>
          <w:wAfter w:w="13" w:type="dxa"/>
        </w:trPr>
        <w:tc>
          <w:tcPr>
            <w:tcW w:w="204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66408" w:rsidRPr="001B1BC9" w:rsidRDefault="00F66408" w:rsidP="00F66408">
            <w:pPr>
              <w:rPr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66408" w:rsidRPr="001906A2" w:rsidRDefault="009C23B0" w:rsidP="00F66408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="00F66408" w:rsidRPr="001906A2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F66408" w:rsidRPr="001906A2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F66408" w:rsidRPr="001906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6408">
              <w:rPr>
                <w:rFonts w:ascii="Arial" w:hAnsi="Arial" w:cs="Arial"/>
                <w:sz w:val="18"/>
                <w:szCs w:val="18"/>
              </w:rPr>
              <w:t>61</w:t>
            </w:r>
          </w:p>
        </w:tc>
      </w:tr>
      <w:tr w:rsidR="00F66408" w:rsidRPr="001B1BC9" w:rsidTr="00F66408">
        <w:trPr>
          <w:gridAfter w:val="1"/>
          <w:wAfter w:w="13" w:type="dxa"/>
        </w:trPr>
        <w:tc>
          <w:tcPr>
            <w:tcW w:w="204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66408" w:rsidRPr="001B1BC9" w:rsidRDefault="00F66408" w:rsidP="00F6640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66408" w:rsidRPr="001906A2" w:rsidRDefault="009C23B0" w:rsidP="00F6640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66408" w:rsidRPr="001B1BC9" w:rsidTr="00F66408">
        <w:trPr>
          <w:gridAfter w:val="1"/>
          <w:wAfter w:w="13" w:type="dxa"/>
        </w:trPr>
        <w:tc>
          <w:tcPr>
            <w:tcW w:w="20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66408" w:rsidRPr="001B1BC9" w:rsidRDefault="00F66408" w:rsidP="00F6640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9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66408" w:rsidRPr="001906A2" w:rsidRDefault="00F66408" w:rsidP="00F6640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906A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906A2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Tuesday, 30 June 2020</w: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66408" w:rsidRPr="001B1BC9" w:rsidTr="00F66408">
        <w:trPr>
          <w:gridAfter w:val="1"/>
          <w:wAfter w:w="13" w:type="dxa"/>
        </w:trPr>
        <w:tc>
          <w:tcPr>
            <w:tcW w:w="20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66408" w:rsidRPr="001B1BC9" w:rsidRDefault="00F66408" w:rsidP="00F6640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9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66408" w:rsidRPr="001906A2" w:rsidRDefault="00F66408" w:rsidP="00F664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6408" w:rsidRPr="001B1BC9" w:rsidTr="00F66408">
        <w:trPr>
          <w:gridAfter w:val="1"/>
          <w:wAfter w:w="13" w:type="dxa"/>
        </w:trPr>
        <w:tc>
          <w:tcPr>
            <w:tcW w:w="20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66408" w:rsidRPr="00DF6262" w:rsidRDefault="00F66408" w:rsidP="00F6640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F626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98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66408" w:rsidRPr="00DF6262" w:rsidRDefault="00F66408" w:rsidP="00F66408">
            <w:pPr>
              <w:rPr>
                <w:rFonts w:ascii="Arial" w:hAnsi="Arial" w:cs="Arial"/>
                <w:sz w:val="16"/>
                <w:szCs w:val="16"/>
              </w:rPr>
            </w:pPr>
            <w:r w:rsidRPr="00DF6262">
              <w:rPr>
                <w:rFonts w:ascii="Arial" w:hAnsi="Arial" w:cs="Arial"/>
                <w:sz w:val="16"/>
                <w:szCs w:val="16"/>
              </w:rPr>
              <w:t xml:space="preserve">61 </w:t>
            </w:r>
            <w:proofErr w:type="spellStart"/>
            <w:r w:rsidRPr="00DF6262">
              <w:rPr>
                <w:rFonts w:ascii="Arial" w:hAnsi="Arial" w:cs="Arial"/>
                <w:sz w:val="16"/>
                <w:szCs w:val="16"/>
              </w:rPr>
              <w:t>yo</w:t>
            </w:r>
            <w:proofErr w:type="spellEnd"/>
            <w:r w:rsidRPr="00DF6262">
              <w:rPr>
                <w:rFonts w:ascii="Arial" w:hAnsi="Arial" w:cs="Arial"/>
                <w:sz w:val="16"/>
                <w:szCs w:val="16"/>
              </w:rPr>
              <w:t xml:space="preserve"> Male, BG of HTN, pre-diabetes, high cholesterol. Admitted for IV </w:t>
            </w:r>
            <w:proofErr w:type="spellStart"/>
            <w:r w:rsidRPr="00DF6262">
              <w:rPr>
                <w:rFonts w:ascii="Arial" w:hAnsi="Arial" w:cs="Arial"/>
                <w:sz w:val="16"/>
                <w:szCs w:val="16"/>
              </w:rPr>
              <w:t>abx</w:t>
            </w:r>
            <w:proofErr w:type="spellEnd"/>
            <w:r w:rsidRPr="00DF6262">
              <w:rPr>
                <w:rFonts w:ascii="Arial" w:hAnsi="Arial" w:cs="Arial"/>
                <w:sz w:val="16"/>
                <w:szCs w:val="16"/>
              </w:rPr>
              <w:t xml:space="preserve"> for longstanding bilateral cellulitis. Right heel pain at rest and worse on walking. O/E gangrenous, necrotic skin, multiple ulcers over lateral shin. Popliteal pulses difficult to palpate. ?venous insufficiency.</w:t>
            </w:r>
          </w:p>
        </w:tc>
      </w:tr>
      <w:tr w:rsidR="00F66408" w:rsidRPr="001B1BC9" w:rsidTr="00F66408">
        <w:trPr>
          <w:gridAfter w:val="1"/>
          <w:wAfter w:w="13" w:type="dxa"/>
        </w:trPr>
        <w:tc>
          <w:tcPr>
            <w:tcW w:w="20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66408" w:rsidRPr="001B1BC9" w:rsidRDefault="00F66408" w:rsidP="00F66408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98" w:type="dxa"/>
            <w:gridSpan w:val="2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66408" w:rsidRPr="001B1BC9" w:rsidRDefault="00F66408" w:rsidP="00F6640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F66408" w:rsidRPr="001B1BC9" w:rsidTr="001B1BC9">
        <w:trPr>
          <w:gridAfter w:val="1"/>
          <w:wAfter w:w="13" w:type="dxa"/>
        </w:trPr>
        <w:tc>
          <w:tcPr>
            <w:tcW w:w="9740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66408" w:rsidRPr="001B1BC9" w:rsidRDefault="00DF6262" w:rsidP="00F66408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708928" behindDoc="0" locked="0" layoutInCell="1" allowOverlap="1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113030</wp:posOffset>
                      </wp:positionV>
                      <wp:extent cx="2786380" cy="5118735"/>
                      <wp:effectExtent l="12700" t="5080" r="10795" b="10160"/>
                      <wp:wrapNone/>
                      <wp:docPr id="43" name="Group 8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86380" cy="5118735"/>
                                <a:chOff x="3875" y="3204"/>
                                <a:chExt cx="4388" cy="8061"/>
                              </a:xfrm>
                            </wpg:grpSpPr>
                            <wps:wsp>
                              <wps:cNvPr id="44" name="Freeform 8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9" y="4105"/>
                                  <a:ext cx="170" cy="149"/>
                                </a:xfrm>
                                <a:custGeom>
                                  <a:avLst/>
                                  <a:gdLst>
                                    <a:gd name="T0" fmla="*/ 19 w 89"/>
                                    <a:gd name="T1" fmla="*/ 0 h 97"/>
                                    <a:gd name="T2" fmla="*/ 79 w 89"/>
                                    <a:gd name="T3" fmla="*/ 11 h 97"/>
                                    <a:gd name="T4" fmla="*/ 82 w 89"/>
                                    <a:gd name="T5" fmla="*/ 57 h 97"/>
                                    <a:gd name="T6" fmla="*/ 50 w 89"/>
                                    <a:gd name="T7" fmla="*/ 46 h 97"/>
                                    <a:gd name="T8" fmla="*/ 36 w 89"/>
                                    <a:gd name="T9" fmla="*/ 96 h 97"/>
                                    <a:gd name="T10" fmla="*/ 33 w 89"/>
                                    <a:gd name="T11" fmla="*/ 39 h 97"/>
                                    <a:gd name="T12" fmla="*/ 40 w 89"/>
                                    <a:gd name="T13" fmla="*/ 18 h 97"/>
                                    <a:gd name="T14" fmla="*/ 4 w 89"/>
                                    <a:gd name="T15" fmla="*/ 14 h 97"/>
                                    <a:gd name="T16" fmla="*/ 19 w 89"/>
                                    <a:gd name="T17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89" h="97">
                                      <a:moveTo>
                                        <a:pt x="19" y="0"/>
                                      </a:moveTo>
                                      <a:cubicBezTo>
                                        <a:pt x="31" y="0"/>
                                        <a:pt x="69" y="2"/>
                                        <a:pt x="79" y="11"/>
                                      </a:cubicBezTo>
                                      <a:cubicBezTo>
                                        <a:pt x="89" y="20"/>
                                        <a:pt x="87" y="51"/>
                                        <a:pt x="82" y="57"/>
                                      </a:cubicBezTo>
                                      <a:cubicBezTo>
                                        <a:pt x="77" y="63"/>
                                        <a:pt x="58" y="40"/>
                                        <a:pt x="50" y="46"/>
                                      </a:cubicBezTo>
                                      <a:cubicBezTo>
                                        <a:pt x="42" y="52"/>
                                        <a:pt x="39" y="97"/>
                                        <a:pt x="36" y="96"/>
                                      </a:cubicBezTo>
                                      <a:cubicBezTo>
                                        <a:pt x="33" y="95"/>
                                        <a:pt x="32" y="52"/>
                                        <a:pt x="33" y="39"/>
                                      </a:cubicBezTo>
                                      <a:cubicBezTo>
                                        <a:pt x="34" y="26"/>
                                        <a:pt x="45" y="22"/>
                                        <a:pt x="40" y="18"/>
                                      </a:cubicBezTo>
                                      <a:cubicBezTo>
                                        <a:pt x="35" y="14"/>
                                        <a:pt x="8" y="17"/>
                                        <a:pt x="4" y="14"/>
                                      </a:cubicBezTo>
                                      <a:cubicBezTo>
                                        <a:pt x="0" y="11"/>
                                        <a:pt x="7" y="0"/>
                                        <a:pt x="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8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68" y="3204"/>
                                  <a:ext cx="509" cy="708"/>
                                </a:xfrm>
                                <a:custGeom>
                                  <a:avLst/>
                                  <a:gdLst>
                                    <a:gd name="T0" fmla="*/ 29 w 267"/>
                                    <a:gd name="T1" fmla="*/ 4 h 458"/>
                                    <a:gd name="T2" fmla="*/ 163 w 267"/>
                                    <a:gd name="T3" fmla="*/ 128 h 458"/>
                                    <a:gd name="T4" fmla="*/ 266 w 267"/>
                                    <a:gd name="T5" fmla="*/ 435 h 458"/>
                                    <a:gd name="T6" fmla="*/ 156 w 267"/>
                                    <a:gd name="T7" fmla="*/ 266 h 458"/>
                                    <a:gd name="T8" fmla="*/ 19 w 267"/>
                                    <a:gd name="T9" fmla="*/ 153 h 458"/>
                                    <a:gd name="T10" fmla="*/ 29 w 267"/>
                                    <a:gd name="T11" fmla="*/ 4 h 4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67" h="458">
                                      <a:moveTo>
                                        <a:pt x="29" y="4"/>
                                      </a:moveTo>
                                      <a:cubicBezTo>
                                        <a:pt x="53" y="0"/>
                                        <a:pt x="124" y="56"/>
                                        <a:pt x="163" y="128"/>
                                      </a:cubicBezTo>
                                      <a:cubicBezTo>
                                        <a:pt x="202" y="200"/>
                                        <a:pt x="267" y="412"/>
                                        <a:pt x="266" y="435"/>
                                      </a:cubicBezTo>
                                      <a:cubicBezTo>
                                        <a:pt x="265" y="458"/>
                                        <a:pt x="197" y="313"/>
                                        <a:pt x="156" y="266"/>
                                      </a:cubicBezTo>
                                      <a:cubicBezTo>
                                        <a:pt x="115" y="219"/>
                                        <a:pt x="38" y="196"/>
                                        <a:pt x="19" y="153"/>
                                      </a:cubicBezTo>
                                      <a:cubicBezTo>
                                        <a:pt x="0" y="110"/>
                                        <a:pt x="5" y="8"/>
                                        <a:pt x="29" y="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8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79" y="3432"/>
                                  <a:ext cx="182" cy="574"/>
                                </a:xfrm>
                                <a:custGeom>
                                  <a:avLst/>
                                  <a:gdLst>
                                    <a:gd name="T0" fmla="*/ 57 w 95"/>
                                    <a:gd name="T1" fmla="*/ 54 h 371"/>
                                    <a:gd name="T2" fmla="*/ 29 w 95"/>
                                    <a:gd name="T3" fmla="*/ 195 h 371"/>
                                    <a:gd name="T4" fmla="*/ 4 w 95"/>
                                    <a:gd name="T5" fmla="*/ 361 h 371"/>
                                    <a:gd name="T6" fmla="*/ 54 w 95"/>
                                    <a:gd name="T7" fmla="*/ 255 h 371"/>
                                    <a:gd name="T8" fmla="*/ 85 w 95"/>
                                    <a:gd name="T9" fmla="*/ 220 h 371"/>
                                    <a:gd name="T10" fmla="*/ 82 w 95"/>
                                    <a:gd name="T11" fmla="*/ 100 h 371"/>
                                    <a:gd name="T12" fmla="*/ 92 w 95"/>
                                    <a:gd name="T13" fmla="*/ 5 h 371"/>
                                    <a:gd name="T14" fmla="*/ 57 w 95"/>
                                    <a:gd name="T15" fmla="*/ 54 h 3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5" h="371">
                                      <a:moveTo>
                                        <a:pt x="57" y="54"/>
                                      </a:moveTo>
                                      <a:cubicBezTo>
                                        <a:pt x="46" y="86"/>
                                        <a:pt x="38" y="144"/>
                                        <a:pt x="29" y="195"/>
                                      </a:cubicBezTo>
                                      <a:cubicBezTo>
                                        <a:pt x="20" y="246"/>
                                        <a:pt x="0" y="351"/>
                                        <a:pt x="4" y="361"/>
                                      </a:cubicBezTo>
                                      <a:cubicBezTo>
                                        <a:pt x="8" y="371"/>
                                        <a:pt x="41" y="278"/>
                                        <a:pt x="54" y="255"/>
                                      </a:cubicBezTo>
                                      <a:cubicBezTo>
                                        <a:pt x="67" y="232"/>
                                        <a:pt x="80" y="246"/>
                                        <a:pt x="85" y="220"/>
                                      </a:cubicBezTo>
                                      <a:cubicBezTo>
                                        <a:pt x="90" y="194"/>
                                        <a:pt x="81" y="136"/>
                                        <a:pt x="82" y="100"/>
                                      </a:cubicBezTo>
                                      <a:cubicBezTo>
                                        <a:pt x="83" y="64"/>
                                        <a:pt x="95" y="10"/>
                                        <a:pt x="92" y="5"/>
                                      </a:cubicBezTo>
                                      <a:cubicBezTo>
                                        <a:pt x="89" y="0"/>
                                        <a:pt x="68" y="22"/>
                                        <a:pt x="57" y="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8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01" y="4385"/>
                                  <a:ext cx="176" cy="1011"/>
                                </a:xfrm>
                                <a:custGeom>
                                  <a:avLst/>
                                  <a:gdLst>
                                    <a:gd name="T0" fmla="*/ 32 w 92"/>
                                    <a:gd name="T1" fmla="*/ 31 h 655"/>
                                    <a:gd name="T2" fmla="*/ 84 w 92"/>
                                    <a:gd name="T3" fmla="*/ 296 h 655"/>
                                    <a:gd name="T4" fmla="*/ 77 w 92"/>
                                    <a:gd name="T5" fmla="*/ 525 h 655"/>
                                    <a:gd name="T6" fmla="*/ 14 w 92"/>
                                    <a:gd name="T7" fmla="*/ 652 h 655"/>
                                    <a:gd name="T8" fmla="*/ 46 w 92"/>
                                    <a:gd name="T9" fmla="*/ 507 h 655"/>
                                    <a:gd name="T10" fmla="*/ 53 w 92"/>
                                    <a:gd name="T11" fmla="*/ 366 h 655"/>
                                    <a:gd name="T12" fmla="*/ 21 w 92"/>
                                    <a:gd name="T13" fmla="*/ 211 h 655"/>
                                    <a:gd name="T14" fmla="*/ 0 w 92"/>
                                    <a:gd name="T15" fmla="*/ 144 h 655"/>
                                    <a:gd name="T16" fmla="*/ 21 w 92"/>
                                    <a:gd name="T17" fmla="*/ 109 h 655"/>
                                    <a:gd name="T18" fmla="*/ 32 w 92"/>
                                    <a:gd name="T19" fmla="*/ 31 h 6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2" h="655">
                                      <a:moveTo>
                                        <a:pt x="32" y="31"/>
                                      </a:moveTo>
                                      <a:cubicBezTo>
                                        <a:pt x="42" y="62"/>
                                        <a:pt x="76" y="214"/>
                                        <a:pt x="84" y="296"/>
                                      </a:cubicBezTo>
                                      <a:cubicBezTo>
                                        <a:pt x="92" y="378"/>
                                        <a:pt x="89" y="466"/>
                                        <a:pt x="77" y="525"/>
                                      </a:cubicBezTo>
                                      <a:cubicBezTo>
                                        <a:pt x="65" y="584"/>
                                        <a:pt x="19" y="655"/>
                                        <a:pt x="14" y="652"/>
                                      </a:cubicBezTo>
                                      <a:cubicBezTo>
                                        <a:pt x="9" y="649"/>
                                        <a:pt x="40" y="555"/>
                                        <a:pt x="46" y="507"/>
                                      </a:cubicBezTo>
                                      <a:cubicBezTo>
                                        <a:pt x="52" y="459"/>
                                        <a:pt x="57" y="415"/>
                                        <a:pt x="53" y="366"/>
                                      </a:cubicBezTo>
                                      <a:cubicBezTo>
                                        <a:pt x="49" y="317"/>
                                        <a:pt x="30" y="248"/>
                                        <a:pt x="21" y="211"/>
                                      </a:cubicBezTo>
                                      <a:cubicBezTo>
                                        <a:pt x="12" y="174"/>
                                        <a:pt x="0" y="161"/>
                                        <a:pt x="0" y="144"/>
                                      </a:cubicBezTo>
                                      <a:cubicBezTo>
                                        <a:pt x="0" y="127"/>
                                        <a:pt x="14" y="128"/>
                                        <a:pt x="21" y="109"/>
                                      </a:cubicBezTo>
                                      <a:cubicBezTo>
                                        <a:pt x="28" y="90"/>
                                        <a:pt x="22" y="0"/>
                                        <a:pt x="32" y="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8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76" y="5387"/>
                                  <a:ext cx="840" cy="722"/>
                                </a:xfrm>
                                <a:custGeom>
                                  <a:avLst/>
                                  <a:gdLst>
                                    <a:gd name="T0" fmla="*/ 12 w 440"/>
                                    <a:gd name="T1" fmla="*/ 14 h 467"/>
                                    <a:gd name="T2" fmla="*/ 227 w 440"/>
                                    <a:gd name="T3" fmla="*/ 187 h 467"/>
                                    <a:gd name="T4" fmla="*/ 414 w 440"/>
                                    <a:gd name="T5" fmla="*/ 444 h 467"/>
                                    <a:gd name="T6" fmla="*/ 386 w 440"/>
                                    <a:gd name="T7" fmla="*/ 328 h 467"/>
                                    <a:gd name="T8" fmla="*/ 347 w 440"/>
                                    <a:gd name="T9" fmla="*/ 229 h 467"/>
                                    <a:gd name="T10" fmla="*/ 157 w 440"/>
                                    <a:gd name="T11" fmla="*/ 106 h 467"/>
                                    <a:gd name="T12" fmla="*/ 12 w 440"/>
                                    <a:gd name="T13" fmla="*/ 14 h 4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40" h="467">
                                      <a:moveTo>
                                        <a:pt x="12" y="14"/>
                                      </a:moveTo>
                                      <a:cubicBezTo>
                                        <a:pt x="24" y="28"/>
                                        <a:pt x="160" y="115"/>
                                        <a:pt x="227" y="187"/>
                                      </a:cubicBezTo>
                                      <a:cubicBezTo>
                                        <a:pt x="294" y="259"/>
                                        <a:pt x="388" y="421"/>
                                        <a:pt x="414" y="444"/>
                                      </a:cubicBezTo>
                                      <a:cubicBezTo>
                                        <a:pt x="440" y="467"/>
                                        <a:pt x="397" y="364"/>
                                        <a:pt x="386" y="328"/>
                                      </a:cubicBezTo>
                                      <a:cubicBezTo>
                                        <a:pt x="375" y="292"/>
                                        <a:pt x="385" y="266"/>
                                        <a:pt x="347" y="229"/>
                                      </a:cubicBezTo>
                                      <a:cubicBezTo>
                                        <a:pt x="309" y="192"/>
                                        <a:pt x="213" y="142"/>
                                        <a:pt x="157" y="106"/>
                                      </a:cubicBezTo>
                                      <a:cubicBezTo>
                                        <a:pt x="101" y="70"/>
                                        <a:pt x="0" y="0"/>
                                        <a:pt x="12" y="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8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6" y="5360"/>
                                  <a:ext cx="901" cy="712"/>
                                </a:xfrm>
                                <a:custGeom>
                                  <a:avLst/>
                                  <a:gdLst>
                                    <a:gd name="T0" fmla="*/ 33 w 472"/>
                                    <a:gd name="T1" fmla="*/ 445 h 461"/>
                                    <a:gd name="T2" fmla="*/ 174 w 472"/>
                                    <a:gd name="T3" fmla="*/ 236 h 461"/>
                                    <a:gd name="T4" fmla="*/ 446 w 472"/>
                                    <a:gd name="T5" fmla="*/ 25 h 461"/>
                                    <a:gd name="T6" fmla="*/ 329 w 472"/>
                                    <a:gd name="T7" fmla="*/ 85 h 461"/>
                                    <a:gd name="T8" fmla="*/ 146 w 472"/>
                                    <a:gd name="T9" fmla="*/ 222 h 461"/>
                                    <a:gd name="T10" fmla="*/ 18 w 472"/>
                                    <a:gd name="T11" fmla="*/ 332 h 461"/>
                                    <a:gd name="T12" fmla="*/ 33 w 472"/>
                                    <a:gd name="T13" fmla="*/ 445 h 4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72" h="461">
                                      <a:moveTo>
                                        <a:pt x="33" y="445"/>
                                      </a:moveTo>
                                      <a:cubicBezTo>
                                        <a:pt x="59" y="429"/>
                                        <a:pt x="105" y="306"/>
                                        <a:pt x="174" y="236"/>
                                      </a:cubicBezTo>
                                      <a:cubicBezTo>
                                        <a:pt x="243" y="166"/>
                                        <a:pt x="420" y="50"/>
                                        <a:pt x="446" y="25"/>
                                      </a:cubicBezTo>
                                      <a:cubicBezTo>
                                        <a:pt x="472" y="0"/>
                                        <a:pt x="379" y="52"/>
                                        <a:pt x="329" y="85"/>
                                      </a:cubicBezTo>
                                      <a:cubicBezTo>
                                        <a:pt x="279" y="118"/>
                                        <a:pt x="198" y="181"/>
                                        <a:pt x="146" y="222"/>
                                      </a:cubicBezTo>
                                      <a:cubicBezTo>
                                        <a:pt x="94" y="263"/>
                                        <a:pt x="36" y="294"/>
                                        <a:pt x="18" y="332"/>
                                      </a:cubicBezTo>
                                      <a:cubicBezTo>
                                        <a:pt x="0" y="370"/>
                                        <a:pt x="7" y="461"/>
                                        <a:pt x="33" y="4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8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2" y="4320"/>
                                  <a:ext cx="292" cy="677"/>
                                </a:xfrm>
                                <a:custGeom>
                                  <a:avLst/>
                                  <a:gdLst>
                                    <a:gd name="T0" fmla="*/ 102 w 153"/>
                                    <a:gd name="T1" fmla="*/ 9 h 439"/>
                                    <a:gd name="T2" fmla="*/ 59 w 153"/>
                                    <a:gd name="T3" fmla="*/ 158 h 439"/>
                                    <a:gd name="T4" fmla="*/ 49 w 153"/>
                                    <a:gd name="T5" fmla="*/ 324 h 439"/>
                                    <a:gd name="T6" fmla="*/ 6 w 153"/>
                                    <a:gd name="T7" fmla="*/ 437 h 439"/>
                                    <a:gd name="T8" fmla="*/ 88 w 153"/>
                                    <a:gd name="T9" fmla="*/ 338 h 439"/>
                                    <a:gd name="T10" fmla="*/ 148 w 153"/>
                                    <a:gd name="T11" fmla="*/ 274 h 439"/>
                                    <a:gd name="T12" fmla="*/ 119 w 153"/>
                                    <a:gd name="T13" fmla="*/ 105 h 439"/>
                                    <a:gd name="T14" fmla="*/ 102 w 153"/>
                                    <a:gd name="T15" fmla="*/ 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53" h="439">
                                      <a:moveTo>
                                        <a:pt x="102" y="9"/>
                                      </a:moveTo>
                                      <a:cubicBezTo>
                                        <a:pt x="92" y="18"/>
                                        <a:pt x="68" y="106"/>
                                        <a:pt x="59" y="158"/>
                                      </a:cubicBezTo>
                                      <a:cubicBezTo>
                                        <a:pt x="50" y="210"/>
                                        <a:pt x="58" y="278"/>
                                        <a:pt x="49" y="324"/>
                                      </a:cubicBezTo>
                                      <a:cubicBezTo>
                                        <a:pt x="40" y="370"/>
                                        <a:pt x="0" y="435"/>
                                        <a:pt x="6" y="437"/>
                                      </a:cubicBezTo>
                                      <a:cubicBezTo>
                                        <a:pt x="12" y="439"/>
                                        <a:pt x="64" y="365"/>
                                        <a:pt x="88" y="338"/>
                                      </a:cubicBezTo>
                                      <a:cubicBezTo>
                                        <a:pt x="112" y="311"/>
                                        <a:pt x="143" y="313"/>
                                        <a:pt x="148" y="274"/>
                                      </a:cubicBezTo>
                                      <a:cubicBezTo>
                                        <a:pt x="153" y="235"/>
                                        <a:pt x="124" y="149"/>
                                        <a:pt x="119" y="105"/>
                                      </a:cubicBezTo>
                                      <a:cubicBezTo>
                                        <a:pt x="114" y="61"/>
                                        <a:pt x="112" y="0"/>
                                        <a:pt x="102" y="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8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0" y="4801"/>
                                  <a:ext cx="702" cy="418"/>
                                </a:xfrm>
                                <a:custGeom>
                                  <a:avLst/>
                                  <a:gdLst>
                                    <a:gd name="T0" fmla="*/ 6 w 368"/>
                                    <a:gd name="T1" fmla="*/ 1 h 270"/>
                                    <a:gd name="T2" fmla="*/ 182 w 368"/>
                                    <a:gd name="T3" fmla="*/ 195 h 270"/>
                                    <a:gd name="T4" fmla="*/ 362 w 368"/>
                                    <a:gd name="T5" fmla="*/ 269 h 270"/>
                                    <a:gd name="T6" fmla="*/ 221 w 368"/>
                                    <a:gd name="T7" fmla="*/ 202 h 270"/>
                                    <a:gd name="T8" fmla="*/ 6 w 368"/>
                                    <a:gd name="T9" fmla="*/ 1 h 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8" h="270">
                                      <a:moveTo>
                                        <a:pt x="6" y="1"/>
                                      </a:moveTo>
                                      <a:cubicBezTo>
                                        <a:pt x="0" y="0"/>
                                        <a:pt x="123" y="150"/>
                                        <a:pt x="182" y="195"/>
                                      </a:cubicBezTo>
                                      <a:cubicBezTo>
                                        <a:pt x="241" y="240"/>
                                        <a:pt x="356" y="268"/>
                                        <a:pt x="362" y="269"/>
                                      </a:cubicBezTo>
                                      <a:cubicBezTo>
                                        <a:pt x="368" y="270"/>
                                        <a:pt x="279" y="245"/>
                                        <a:pt x="221" y="202"/>
                                      </a:cubicBezTo>
                                      <a:cubicBezTo>
                                        <a:pt x="163" y="159"/>
                                        <a:pt x="12" y="2"/>
                                        <a:pt x="6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8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69" y="7655"/>
                                  <a:ext cx="1024" cy="1159"/>
                                </a:xfrm>
                                <a:custGeom>
                                  <a:avLst/>
                                  <a:gdLst>
                                    <a:gd name="T0" fmla="*/ 99 w 536"/>
                                    <a:gd name="T1" fmla="*/ 0 h 750"/>
                                    <a:gd name="T2" fmla="*/ 166 w 536"/>
                                    <a:gd name="T3" fmla="*/ 127 h 750"/>
                                    <a:gd name="T4" fmla="*/ 180 w 536"/>
                                    <a:gd name="T5" fmla="*/ 243 h 750"/>
                                    <a:gd name="T6" fmla="*/ 176 w 536"/>
                                    <a:gd name="T7" fmla="*/ 339 h 750"/>
                                    <a:gd name="T8" fmla="*/ 109 w 536"/>
                                    <a:gd name="T9" fmla="*/ 307 h 750"/>
                                    <a:gd name="T10" fmla="*/ 67 w 536"/>
                                    <a:gd name="T11" fmla="*/ 370 h 750"/>
                                    <a:gd name="T12" fmla="*/ 74 w 536"/>
                                    <a:gd name="T13" fmla="*/ 445 h 750"/>
                                    <a:gd name="T14" fmla="*/ 53 w 536"/>
                                    <a:gd name="T15" fmla="*/ 487 h 750"/>
                                    <a:gd name="T16" fmla="*/ 25 w 536"/>
                                    <a:gd name="T17" fmla="*/ 610 h 750"/>
                                    <a:gd name="T18" fmla="*/ 120 w 536"/>
                                    <a:gd name="T19" fmla="*/ 695 h 750"/>
                                    <a:gd name="T20" fmla="*/ 233 w 536"/>
                                    <a:gd name="T21" fmla="*/ 678 h 750"/>
                                    <a:gd name="T22" fmla="*/ 321 w 536"/>
                                    <a:gd name="T23" fmla="*/ 596 h 750"/>
                                    <a:gd name="T24" fmla="*/ 367 w 536"/>
                                    <a:gd name="T25" fmla="*/ 522 h 750"/>
                                    <a:gd name="T26" fmla="*/ 431 w 536"/>
                                    <a:gd name="T27" fmla="*/ 438 h 750"/>
                                    <a:gd name="T28" fmla="*/ 526 w 536"/>
                                    <a:gd name="T29" fmla="*/ 399 h 750"/>
                                    <a:gd name="T30" fmla="*/ 491 w 536"/>
                                    <a:gd name="T31" fmla="*/ 434 h 750"/>
                                    <a:gd name="T32" fmla="*/ 406 w 536"/>
                                    <a:gd name="T33" fmla="*/ 480 h 750"/>
                                    <a:gd name="T34" fmla="*/ 367 w 536"/>
                                    <a:gd name="T35" fmla="*/ 593 h 750"/>
                                    <a:gd name="T36" fmla="*/ 409 w 536"/>
                                    <a:gd name="T37" fmla="*/ 610 h 750"/>
                                    <a:gd name="T38" fmla="*/ 328 w 536"/>
                                    <a:gd name="T39" fmla="*/ 674 h 750"/>
                                    <a:gd name="T40" fmla="*/ 236 w 536"/>
                                    <a:gd name="T41" fmla="*/ 741 h 750"/>
                                    <a:gd name="T42" fmla="*/ 134 w 536"/>
                                    <a:gd name="T43" fmla="*/ 727 h 750"/>
                                    <a:gd name="T44" fmla="*/ 49 w 536"/>
                                    <a:gd name="T45" fmla="*/ 663 h 750"/>
                                    <a:gd name="T46" fmla="*/ 3 w 536"/>
                                    <a:gd name="T47" fmla="*/ 603 h 750"/>
                                    <a:gd name="T48" fmla="*/ 28 w 536"/>
                                    <a:gd name="T49" fmla="*/ 469 h 750"/>
                                    <a:gd name="T50" fmla="*/ 56 w 536"/>
                                    <a:gd name="T51" fmla="*/ 328 h 750"/>
                                    <a:gd name="T52" fmla="*/ 88 w 536"/>
                                    <a:gd name="T53" fmla="*/ 219 h 750"/>
                                    <a:gd name="T54" fmla="*/ 131 w 536"/>
                                    <a:gd name="T55" fmla="*/ 215 h 750"/>
                                    <a:gd name="T56" fmla="*/ 141 w 536"/>
                                    <a:gd name="T57" fmla="*/ 134 h 750"/>
                                    <a:gd name="T58" fmla="*/ 113 w 536"/>
                                    <a:gd name="T59" fmla="*/ 18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536" h="750">
                                      <a:moveTo>
                                        <a:pt x="99" y="0"/>
                                      </a:moveTo>
                                      <a:cubicBezTo>
                                        <a:pt x="125" y="43"/>
                                        <a:pt x="152" y="86"/>
                                        <a:pt x="166" y="127"/>
                                      </a:cubicBezTo>
                                      <a:cubicBezTo>
                                        <a:pt x="180" y="168"/>
                                        <a:pt x="178" y="208"/>
                                        <a:pt x="180" y="243"/>
                                      </a:cubicBezTo>
                                      <a:cubicBezTo>
                                        <a:pt x="182" y="278"/>
                                        <a:pt x="188" y="328"/>
                                        <a:pt x="176" y="339"/>
                                      </a:cubicBezTo>
                                      <a:cubicBezTo>
                                        <a:pt x="164" y="350"/>
                                        <a:pt x="127" y="302"/>
                                        <a:pt x="109" y="307"/>
                                      </a:cubicBezTo>
                                      <a:cubicBezTo>
                                        <a:pt x="91" y="312"/>
                                        <a:pt x="73" y="347"/>
                                        <a:pt x="67" y="370"/>
                                      </a:cubicBezTo>
                                      <a:cubicBezTo>
                                        <a:pt x="61" y="393"/>
                                        <a:pt x="76" y="426"/>
                                        <a:pt x="74" y="445"/>
                                      </a:cubicBezTo>
                                      <a:cubicBezTo>
                                        <a:pt x="72" y="464"/>
                                        <a:pt x="61" y="460"/>
                                        <a:pt x="53" y="487"/>
                                      </a:cubicBezTo>
                                      <a:cubicBezTo>
                                        <a:pt x="45" y="514"/>
                                        <a:pt x="14" y="575"/>
                                        <a:pt x="25" y="610"/>
                                      </a:cubicBezTo>
                                      <a:cubicBezTo>
                                        <a:pt x="36" y="645"/>
                                        <a:pt x="85" y="684"/>
                                        <a:pt x="120" y="695"/>
                                      </a:cubicBezTo>
                                      <a:cubicBezTo>
                                        <a:pt x="155" y="706"/>
                                        <a:pt x="199" y="695"/>
                                        <a:pt x="233" y="678"/>
                                      </a:cubicBezTo>
                                      <a:cubicBezTo>
                                        <a:pt x="267" y="661"/>
                                        <a:pt x="299" y="622"/>
                                        <a:pt x="321" y="596"/>
                                      </a:cubicBezTo>
                                      <a:cubicBezTo>
                                        <a:pt x="343" y="570"/>
                                        <a:pt x="349" y="548"/>
                                        <a:pt x="367" y="522"/>
                                      </a:cubicBezTo>
                                      <a:cubicBezTo>
                                        <a:pt x="385" y="496"/>
                                        <a:pt x="405" y="458"/>
                                        <a:pt x="431" y="438"/>
                                      </a:cubicBezTo>
                                      <a:cubicBezTo>
                                        <a:pt x="457" y="418"/>
                                        <a:pt x="516" y="400"/>
                                        <a:pt x="526" y="399"/>
                                      </a:cubicBezTo>
                                      <a:cubicBezTo>
                                        <a:pt x="536" y="398"/>
                                        <a:pt x="511" y="421"/>
                                        <a:pt x="491" y="434"/>
                                      </a:cubicBezTo>
                                      <a:cubicBezTo>
                                        <a:pt x="471" y="447"/>
                                        <a:pt x="427" y="454"/>
                                        <a:pt x="406" y="480"/>
                                      </a:cubicBezTo>
                                      <a:cubicBezTo>
                                        <a:pt x="385" y="506"/>
                                        <a:pt x="367" y="571"/>
                                        <a:pt x="367" y="593"/>
                                      </a:cubicBezTo>
                                      <a:cubicBezTo>
                                        <a:pt x="367" y="615"/>
                                        <a:pt x="415" y="597"/>
                                        <a:pt x="409" y="610"/>
                                      </a:cubicBezTo>
                                      <a:cubicBezTo>
                                        <a:pt x="403" y="623"/>
                                        <a:pt x="357" y="652"/>
                                        <a:pt x="328" y="674"/>
                                      </a:cubicBezTo>
                                      <a:cubicBezTo>
                                        <a:pt x="299" y="696"/>
                                        <a:pt x="268" y="732"/>
                                        <a:pt x="236" y="741"/>
                                      </a:cubicBezTo>
                                      <a:cubicBezTo>
                                        <a:pt x="204" y="750"/>
                                        <a:pt x="165" y="740"/>
                                        <a:pt x="134" y="727"/>
                                      </a:cubicBezTo>
                                      <a:cubicBezTo>
                                        <a:pt x="103" y="714"/>
                                        <a:pt x="71" y="684"/>
                                        <a:pt x="49" y="663"/>
                                      </a:cubicBezTo>
                                      <a:cubicBezTo>
                                        <a:pt x="27" y="642"/>
                                        <a:pt x="6" y="635"/>
                                        <a:pt x="3" y="603"/>
                                      </a:cubicBezTo>
                                      <a:cubicBezTo>
                                        <a:pt x="0" y="571"/>
                                        <a:pt x="19" y="515"/>
                                        <a:pt x="28" y="469"/>
                                      </a:cubicBezTo>
                                      <a:cubicBezTo>
                                        <a:pt x="37" y="423"/>
                                        <a:pt x="46" y="370"/>
                                        <a:pt x="56" y="328"/>
                                      </a:cubicBezTo>
                                      <a:cubicBezTo>
                                        <a:pt x="66" y="286"/>
                                        <a:pt x="76" y="238"/>
                                        <a:pt x="88" y="219"/>
                                      </a:cubicBezTo>
                                      <a:cubicBezTo>
                                        <a:pt x="100" y="200"/>
                                        <a:pt x="122" y="229"/>
                                        <a:pt x="131" y="215"/>
                                      </a:cubicBezTo>
                                      <a:cubicBezTo>
                                        <a:pt x="140" y="201"/>
                                        <a:pt x="144" y="167"/>
                                        <a:pt x="141" y="134"/>
                                      </a:cubicBezTo>
                                      <a:cubicBezTo>
                                        <a:pt x="138" y="101"/>
                                        <a:pt x="118" y="37"/>
                                        <a:pt x="113" y="1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8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3" y="7690"/>
                                  <a:ext cx="936" cy="1140"/>
                                </a:xfrm>
                                <a:custGeom>
                                  <a:avLst/>
                                  <a:gdLst>
                                    <a:gd name="T0" fmla="*/ 41 w 491"/>
                                    <a:gd name="T1" fmla="*/ 257 h 738"/>
                                    <a:gd name="T2" fmla="*/ 158 w 491"/>
                                    <a:gd name="T3" fmla="*/ 352 h 738"/>
                                    <a:gd name="T4" fmla="*/ 225 w 491"/>
                                    <a:gd name="T5" fmla="*/ 285 h 738"/>
                                    <a:gd name="T6" fmla="*/ 334 w 491"/>
                                    <a:gd name="T7" fmla="*/ 264 h 738"/>
                                    <a:gd name="T8" fmla="*/ 387 w 491"/>
                                    <a:gd name="T9" fmla="*/ 239 h 738"/>
                                    <a:gd name="T10" fmla="*/ 398 w 491"/>
                                    <a:gd name="T11" fmla="*/ 151 h 738"/>
                                    <a:gd name="T12" fmla="*/ 398 w 491"/>
                                    <a:gd name="T13" fmla="*/ 59 h 738"/>
                                    <a:gd name="T14" fmla="*/ 475 w 491"/>
                                    <a:gd name="T15" fmla="*/ 13 h 738"/>
                                    <a:gd name="T16" fmla="*/ 454 w 491"/>
                                    <a:gd name="T17" fmla="*/ 137 h 738"/>
                                    <a:gd name="T18" fmla="*/ 436 w 491"/>
                                    <a:gd name="T19" fmla="*/ 250 h 738"/>
                                    <a:gd name="T20" fmla="*/ 355 w 491"/>
                                    <a:gd name="T21" fmla="*/ 271 h 738"/>
                                    <a:gd name="T22" fmla="*/ 256 w 491"/>
                                    <a:gd name="T23" fmla="*/ 285 h 738"/>
                                    <a:gd name="T24" fmla="*/ 221 w 491"/>
                                    <a:gd name="T25" fmla="*/ 334 h 738"/>
                                    <a:gd name="T26" fmla="*/ 207 w 491"/>
                                    <a:gd name="T27" fmla="*/ 412 h 738"/>
                                    <a:gd name="T28" fmla="*/ 246 w 491"/>
                                    <a:gd name="T29" fmla="*/ 465 h 738"/>
                                    <a:gd name="T30" fmla="*/ 218 w 491"/>
                                    <a:gd name="T31" fmla="*/ 514 h 738"/>
                                    <a:gd name="T32" fmla="*/ 274 w 491"/>
                                    <a:gd name="T33" fmla="*/ 634 h 738"/>
                                    <a:gd name="T34" fmla="*/ 405 w 491"/>
                                    <a:gd name="T35" fmla="*/ 648 h 738"/>
                                    <a:gd name="T36" fmla="*/ 451 w 491"/>
                                    <a:gd name="T37" fmla="*/ 588 h 738"/>
                                    <a:gd name="T38" fmla="*/ 486 w 491"/>
                                    <a:gd name="T39" fmla="*/ 490 h 738"/>
                                    <a:gd name="T40" fmla="*/ 479 w 491"/>
                                    <a:gd name="T41" fmla="*/ 571 h 738"/>
                                    <a:gd name="T42" fmla="*/ 468 w 491"/>
                                    <a:gd name="T43" fmla="*/ 677 h 738"/>
                                    <a:gd name="T44" fmla="*/ 369 w 491"/>
                                    <a:gd name="T45" fmla="*/ 733 h 738"/>
                                    <a:gd name="T46" fmla="*/ 249 w 491"/>
                                    <a:gd name="T47" fmla="*/ 708 h 738"/>
                                    <a:gd name="T48" fmla="*/ 189 w 491"/>
                                    <a:gd name="T49" fmla="*/ 648 h 738"/>
                                    <a:gd name="T50" fmla="*/ 161 w 491"/>
                                    <a:gd name="T51" fmla="*/ 525 h 738"/>
                                    <a:gd name="T52" fmla="*/ 158 w 491"/>
                                    <a:gd name="T53" fmla="*/ 430 h 738"/>
                                    <a:gd name="T54" fmla="*/ 73 w 491"/>
                                    <a:gd name="T55" fmla="*/ 405 h 738"/>
                                    <a:gd name="T56" fmla="*/ 6 w 491"/>
                                    <a:gd name="T57" fmla="*/ 345 h 738"/>
                                    <a:gd name="T58" fmla="*/ 41 w 491"/>
                                    <a:gd name="T59" fmla="*/ 257 h 7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491" h="738">
                                      <a:moveTo>
                                        <a:pt x="41" y="257"/>
                                      </a:moveTo>
                                      <a:cubicBezTo>
                                        <a:pt x="66" y="258"/>
                                        <a:pt x="127" y="347"/>
                                        <a:pt x="158" y="352"/>
                                      </a:cubicBezTo>
                                      <a:cubicBezTo>
                                        <a:pt x="189" y="357"/>
                                        <a:pt x="196" y="300"/>
                                        <a:pt x="225" y="285"/>
                                      </a:cubicBezTo>
                                      <a:cubicBezTo>
                                        <a:pt x="254" y="270"/>
                                        <a:pt x="307" y="272"/>
                                        <a:pt x="334" y="264"/>
                                      </a:cubicBezTo>
                                      <a:cubicBezTo>
                                        <a:pt x="361" y="256"/>
                                        <a:pt x="376" y="258"/>
                                        <a:pt x="387" y="239"/>
                                      </a:cubicBezTo>
                                      <a:cubicBezTo>
                                        <a:pt x="398" y="220"/>
                                        <a:pt x="396" y="181"/>
                                        <a:pt x="398" y="151"/>
                                      </a:cubicBezTo>
                                      <a:cubicBezTo>
                                        <a:pt x="400" y="121"/>
                                        <a:pt x="385" y="82"/>
                                        <a:pt x="398" y="59"/>
                                      </a:cubicBezTo>
                                      <a:cubicBezTo>
                                        <a:pt x="411" y="36"/>
                                        <a:pt x="466" y="0"/>
                                        <a:pt x="475" y="13"/>
                                      </a:cubicBezTo>
                                      <a:cubicBezTo>
                                        <a:pt x="484" y="26"/>
                                        <a:pt x="460" y="98"/>
                                        <a:pt x="454" y="137"/>
                                      </a:cubicBezTo>
                                      <a:cubicBezTo>
                                        <a:pt x="448" y="176"/>
                                        <a:pt x="453" y="228"/>
                                        <a:pt x="436" y="250"/>
                                      </a:cubicBezTo>
                                      <a:cubicBezTo>
                                        <a:pt x="419" y="272"/>
                                        <a:pt x="385" y="265"/>
                                        <a:pt x="355" y="271"/>
                                      </a:cubicBezTo>
                                      <a:cubicBezTo>
                                        <a:pt x="325" y="277"/>
                                        <a:pt x="278" y="275"/>
                                        <a:pt x="256" y="285"/>
                                      </a:cubicBezTo>
                                      <a:cubicBezTo>
                                        <a:pt x="234" y="295"/>
                                        <a:pt x="229" y="313"/>
                                        <a:pt x="221" y="334"/>
                                      </a:cubicBezTo>
                                      <a:cubicBezTo>
                                        <a:pt x="213" y="355"/>
                                        <a:pt x="203" y="390"/>
                                        <a:pt x="207" y="412"/>
                                      </a:cubicBezTo>
                                      <a:cubicBezTo>
                                        <a:pt x="211" y="434"/>
                                        <a:pt x="244" y="448"/>
                                        <a:pt x="246" y="465"/>
                                      </a:cubicBezTo>
                                      <a:cubicBezTo>
                                        <a:pt x="248" y="482"/>
                                        <a:pt x="213" y="486"/>
                                        <a:pt x="218" y="514"/>
                                      </a:cubicBezTo>
                                      <a:cubicBezTo>
                                        <a:pt x="223" y="542"/>
                                        <a:pt x="243" y="612"/>
                                        <a:pt x="274" y="634"/>
                                      </a:cubicBezTo>
                                      <a:cubicBezTo>
                                        <a:pt x="305" y="656"/>
                                        <a:pt x="376" y="656"/>
                                        <a:pt x="405" y="648"/>
                                      </a:cubicBezTo>
                                      <a:cubicBezTo>
                                        <a:pt x="434" y="640"/>
                                        <a:pt x="438" y="614"/>
                                        <a:pt x="451" y="588"/>
                                      </a:cubicBezTo>
                                      <a:cubicBezTo>
                                        <a:pt x="464" y="562"/>
                                        <a:pt x="481" y="493"/>
                                        <a:pt x="486" y="490"/>
                                      </a:cubicBezTo>
                                      <a:cubicBezTo>
                                        <a:pt x="491" y="487"/>
                                        <a:pt x="482" y="540"/>
                                        <a:pt x="479" y="571"/>
                                      </a:cubicBezTo>
                                      <a:cubicBezTo>
                                        <a:pt x="476" y="602"/>
                                        <a:pt x="486" y="650"/>
                                        <a:pt x="468" y="677"/>
                                      </a:cubicBezTo>
                                      <a:cubicBezTo>
                                        <a:pt x="450" y="704"/>
                                        <a:pt x="405" y="728"/>
                                        <a:pt x="369" y="733"/>
                                      </a:cubicBezTo>
                                      <a:cubicBezTo>
                                        <a:pt x="333" y="738"/>
                                        <a:pt x="279" y="722"/>
                                        <a:pt x="249" y="708"/>
                                      </a:cubicBezTo>
                                      <a:cubicBezTo>
                                        <a:pt x="219" y="694"/>
                                        <a:pt x="204" y="678"/>
                                        <a:pt x="189" y="648"/>
                                      </a:cubicBezTo>
                                      <a:cubicBezTo>
                                        <a:pt x="174" y="618"/>
                                        <a:pt x="166" y="561"/>
                                        <a:pt x="161" y="525"/>
                                      </a:cubicBezTo>
                                      <a:cubicBezTo>
                                        <a:pt x="156" y="489"/>
                                        <a:pt x="173" y="450"/>
                                        <a:pt x="158" y="430"/>
                                      </a:cubicBezTo>
                                      <a:cubicBezTo>
                                        <a:pt x="143" y="410"/>
                                        <a:pt x="98" y="419"/>
                                        <a:pt x="73" y="405"/>
                                      </a:cubicBezTo>
                                      <a:cubicBezTo>
                                        <a:pt x="48" y="391"/>
                                        <a:pt x="12" y="370"/>
                                        <a:pt x="6" y="345"/>
                                      </a:cubicBezTo>
                                      <a:cubicBezTo>
                                        <a:pt x="0" y="320"/>
                                        <a:pt x="16" y="256"/>
                                        <a:pt x="41" y="2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8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1" y="8736"/>
                                  <a:ext cx="679" cy="1127"/>
                                </a:xfrm>
                                <a:custGeom>
                                  <a:avLst/>
                                  <a:gdLst>
                                    <a:gd name="T0" fmla="*/ 55 w 356"/>
                                    <a:gd name="T1" fmla="*/ 154 h 729"/>
                                    <a:gd name="T2" fmla="*/ 157 w 356"/>
                                    <a:gd name="T3" fmla="*/ 256 h 729"/>
                                    <a:gd name="T4" fmla="*/ 312 w 356"/>
                                    <a:gd name="T5" fmla="*/ 595 h 729"/>
                                    <a:gd name="T6" fmla="*/ 348 w 356"/>
                                    <a:gd name="T7" fmla="*/ 701 h 729"/>
                                    <a:gd name="T8" fmla="*/ 266 w 356"/>
                                    <a:gd name="T9" fmla="*/ 429 h 729"/>
                                    <a:gd name="T10" fmla="*/ 210 w 356"/>
                                    <a:gd name="T11" fmla="*/ 253 h 729"/>
                                    <a:gd name="T12" fmla="*/ 72 w 356"/>
                                    <a:gd name="T13" fmla="*/ 73 h 729"/>
                                    <a:gd name="T14" fmla="*/ 2 w 356"/>
                                    <a:gd name="T15" fmla="*/ 6 h 729"/>
                                    <a:gd name="T16" fmla="*/ 58 w 356"/>
                                    <a:gd name="T17" fmla="*/ 112 h 729"/>
                                    <a:gd name="T18" fmla="*/ 55 w 356"/>
                                    <a:gd name="T19" fmla="*/ 154 h 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356" h="729">
                                      <a:moveTo>
                                        <a:pt x="55" y="154"/>
                                      </a:moveTo>
                                      <a:cubicBezTo>
                                        <a:pt x="71" y="178"/>
                                        <a:pt x="114" y="183"/>
                                        <a:pt x="157" y="256"/>
                                      </a:cubicBezTo>
                                      <a:cubicBezTo>
                                        <a:pt x="200" y="329"/>
                                        <a:pt x="280" y="521"/>
                                        <a:pt x="312" y="595"/>
                                      </a:cubicBezTo>
                                      <a:cubicBezTo>
                                        <a:pt x="344" y="669"/>
                                        <a:pt x="356" y="729"/>
                                        <a:pt x="348" y="701"/>
                                      </a:cubicBezTo>
                                      <a:cubicBezTo>
                                        <a:pt x="340" y="673"/>
                                        <a:pt x="289" y="504"/>
                                        <a:pt x="266" y="429"/>
                                      </a:cubicBezTo>
                                      <a:cubicBezTo>
                                        <a:pt x="243" y="354"/>
                                        <a:pt x="242" y="312"/>
                                        <a:pt x="210" y="253"/>
                                      </a:cubicBezTo>
                                      <a:cubicBezTo>
                                        <a:pt x="178" y="194"/>
                                        <a:pt x="107" y="114"/>
                                        <a:pt x="72" y="73"/>
                                      </a:cubicBezTo>
                                      <a:cubicBezTo>
                                        <a:pt x="37" y="32"/>
                                        <a:pt x="4" y="0"/>
                                        <a:pt x="2" y="6"/>
                                      </a:cubicBezTo>
                                      <a:cubicBezTo>
                                        <a:pt x="0" y="12"/>
                                        <a:pt x="49" y="88"/>
                                        <a:pt x="58" y="112"/>
                                      </a:cubicBezTo>
                                      <a:cubicBezTo>
                                        <a:pt x="67" y="136"/>
                                        <a:pt x="39" y="130"/>
                                        <a:pt x="55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8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90" y="8790"/>
                                  <a:ext cx="366" cy="662"/>
                                </a:xfrm>
                                <a:custGeom>
                                  <a:avLst/>
                                  <a:gdLst>
                                    <a:gd name="T0" fmla="*/ 160 w 191"/>
                                    <a:gd name="T1" fmla="*/ 32 h 429"/>
                                    <a:gd name="T2" fmla="*/ 79 w 191"/>
                                    <a:gd name="T3" fmla="*/ 191 h 429"/>
                                    <a:gd name="T4" fmla="*/ 1 w 191"/>
                                    <a:gd name="T5" fmla="*/ 416 h 429"/>
                                    <a:gd name="T6" fmla="*/ 72 w 191"/>
                                    <a:gd name="T7" fmla="*/ 268 h 429"/>
                                    <a:gd name="T8" fmla="*/ 150 w 191"/>
                                    <a:gd name="T9" fmla="*/ 169 h 429"/>
                                    <a:gd name="T10" fmla="*/ 174 w 191"/>
                                    <a:gd name="T11" fmla="*/ 141 h 429"/>
                                    <a:gd name="T12" fmla="*/ 188 w 191"/>
                                    <a:gd name="T13" fmla="*/ 14 h 429"/>
                                    <a:gd name="T14" fmla="*/ 157 w 191"/>
                                    <a:gd name="T15" fmla="*/ 56 h 4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91" h="429">
                                      <a:moveTo>
                                        <a:pt x="160" y="32"/>
                                      </a:moveTo>
                                      <a:cubicBezTo>
                                        <a:pt x="133" y="79"/>
                                        <a:pt x="106" y="127"/>
                                        <a:pt x="79" y="191"/>
                                      </a:cubicBezTo>
                                      <a:cubicBezTo>
                                        <a:pt x="52" y="255"/>
                                        <a:pt x="2" y="403"/>
                                        <a:pt x="1" y="416"/>
                                      </a:cubicBezTo>
                                      <a:cubicBezTo>
                                        <a:pt x="0" y="429"/>
                                        <a:pt x="47" y="309"/>
                                        <a:pt x="72" y="268"/>
                                      </a:cubicBezTo>
                                      <a:cubicBezTo>
                                        <a:pt x="97" y="227"/>
                                        <a:pt x="133" y="190"/>
                                        <a:pt x="150" y="169"/>
                                      </a:cubicBezTo>
                                      <a:cubicBezTo>
                                        <a:pt x="167" y="148"/>
                                        <a:pt x="168" y="167"/>
                                        <a:pt x="174" y="141"/>
                                      </a:cubicBezTo>
                                      <a:cubicBezTo>
                                        <a:pt x="180" y="115"/>
                                        <a:pt x="191" y="28"/>
                                        <a:pt x="188" y="14"/>
                                      </a:cubicBezTo>
                                      <a:cubicBezTo>
                                        <a:pt x="185" y="0"/>
                                        <a:pt x="171" y="28"/>
                                        <a:pt x="157" y="5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8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56" y="3286"/>
                                  <a:ext cx="2090" cy="7936"/>
                                </a:xfrm>
                                <a:custGeom>
                                  <a:avLst/>
                                  <a:gdLst>
                                    <a:gd name="T0" fmla="*/ 2090 w 2090"/>
                                    <a:gd name="T1" fmla="*/ 0 h 7936"/>
                                    <a:gd name="T2" fmla="*/ 2083 w 2090"/>
                                    <a:gd name="T3" fmla="*/ 408 h 7936"/>
                                    <a:gd name="T4" fmla="*/ 2068 w 2090"/>
                                    <a:gd name="T5" fmla="*/ 757 h 7936"/>
                                    <a:gd name="T6" fmla="*/ 1962 w 2090"/>
                                    <a:gd name="T7" fmla="*/ 1131 h 7936"/>
                                    <a:gd name="T8" fmla="*/ 1610 w 2090"/>
                                    <a:gd name="T9" fmla="*/ 1718 h 7936"/>
                                    <a:gd name="T10" fmla="*/ 1213 w 2090"/>
                                    <a:gd name="T11" fmla="*/ 2441 h 7936"/>
                                    <a:gd name="T12" fmla="*/ 838 w 2090"/>
                                    <a:gd name="T13" fmla="*/ 4019 h 7936"/>
                                    <a:gd name="T14" fmla="*/ 532 w 2090"/>
                                    <a:gd name="T15" fmla="*/ 5134 h 7936"/>
                                    <a:gd name="T16" fmla="*/ 189 w 2090"/>
                                    <a:gd name="T17" fmla="*/ 5592 h 7936"/>
                                    <a:gd name="T18" fmla="*/ 30 w 2090"/>
                                    <a:gd name="T19" fmla="*/ 6351 h 7936"/>
                                    <a:gd name="T20" fmla="*/ 12 w 2090"/>
                                    <a:gd name="T21" fmla="*/ 7126 h 7936"/>
                                    <a:gd name="T22" fmla="*/ 30 w 2090"/>
                                    <a:gd name="T23" fmla="*/ 7936 h 79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090" h="7936">
                                      <a:moveTo>
                                        <a:pt x="2090" y="0"/>
                                      </a:moveTo>
                                      <a:cubicBezTo>
                                        <a:pt x="2088" y="68"/>
                                        <a:pt x="2086" y="282"/>
                                        <a:pt x="2083" y="408"/>
                                      </a:cubicBezTo>
                                      <a:cubicBezTo>
                                        <a:pt x="2078" y="534"/>
                                        <a:pt x="2088" y="637"/>
                                        <a:pt x="2068" y="757"/>
                                      </a:cubicBezTo>
                                      <a:cubicBezTo>
                                        <a:pt x="2048" y="877"/>
                                        <a:pt x="2038" y="971"/>
                                        <a:pt x="1962" y="1131"/>
                                      </a:cubicBezTo>
                                      <a:cubicBezTo>
                                        <a:pt x="1886" y="1291"/>
                                        <a:pt x="1735" y="1500"/>
                                        <a:pt x="1610" y="1718"/>
                                      </a:cubicBezTo>
                                      <a:cubicBezTo>
                                        <a:pt x="1485" y="1936"/>
                                        <a:pt x="1341" y="2057"/>
                                        <a:pt x="1213" y="2441"/>
                                      </a:cubicBezTo>
                                      <a:cubicBezTo>
                                        <a:pt x="1085" y="2824"/>
                                        <a:pt x="951" y="3570"/>
                                        <a:pt x="838" y="4019"/>
                                      </a:cubicBezTo>
                                      <a:cubicBezTo>
                                        <a:pt x="724" y="4468"/>
                                        <a:pt x="640" y="4872"/>
                                        <a:pt x="532" y="5134"/>
                                      </a:cubicBezTo>
                                      <a:cubicBezTo>
                                        <a:pt x="425" y="5397"/>
                                        <a:pt x="273" y="5389"/>
                                        <a:pt x="189" y="5592"/>
                                      </a:cubicBezTo>
                                      <a:cubicBezTo>
                                        <a:pt x="106" y="5795"/>
                                        <a:pt x="61" y="6096"/>
                                        <a:pt x="30" y="6351"/>
                                      </a:cubicBezTo>
                                      <a:cubicBezTo>
                                        <a:pt x="0" y="6607"/>
                                        <a:pt x="12" y="6862"/>
                                        <a:pt x="12" y="7126"/>
                                      </a:cubicBezTo>
                                      <a:cubicBezTo>
                                        <a:pt x="12" y="7390"/>
                                        <a:pt x="26" y="7768"/>
                                        <a:pt x="30" y="793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8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9" y="3279"/>
                                  <a:ext cx="1773" cy="7960"/>
                                </a:xfrm>
                                <a:custGeom>
                                  <a:avLst/>
                                  <a:gdLst>
                                    <a:gd name="T0" fmla="*/ 0 w 1773"/>
                                    <a:gd name="T1" fmla="*/ 0 h 7960"/>
                                    <a:gd name="T2" fmla="*/ 33 w 1773"/>
                                    <a:gd name="T3" fmla="*/ 729 h 7960"/>
                                    <a:gd name="T4" fmla="*/ 140 w 1773"/>
                                    <a:gd name="T5" fmla="*/ 1256 h 7960"/>
                                    <a:gd name="T6" fmla="*/ 597 w 1773"/>
                                    <a:gd name="T7" fmla="*/ 2259 h 7960"/>
                                    <a:gd name="T8" fmla="*/ 739 w 1773"/>
                                    <a:gd name="T9" fmla="*/ 2928 h 7960"/>
                                    <a:gd name="T10" fmla="*/ 851 w 1773"/>
                                    <a:gd name="T11" fmla="*/ 4114 h 7960"/>
                                    <a:gd name="T12" fmla="*/ 997 w 1773"/>
                                    <a:gd name="T13" fmla="*/ 4915 h 7960"/>
                                    <a:gd name="T14" fmla="*/ 1092 w 1773"/>
                                    <a:gd name="T15" fmla="*/ 5228 h 7960"/>
                                    <a:gd name="T16" fmla="*/ 1499 w 1773"/>
                                    <a:gd name="T17" fmla="*/ 5825 h 7960"/>
                                    <a:gd name="T18" fmla="*/ 1606 w 1773"/>
                                    <a:gd name="T19" fmla="*/ 6856 h 7960"/>
                                    <a:gd name="T20" fmla="*/ 1747 w 1773"/>
                                    <a:gd name="T21" fmla="*/ 7616 h 7960"/>
                                    <a:gd name="T22" fmla="*/ 1764 w 1773"/>
                                    <a:gd name="T23" fmla="*/ 7960 h 79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1773" h="7960">
                                      <a:moveTo>
                                        <a:pt x="0" y="0"/>
                                      </a:moveTo>
                                      <a:cubicBezTo>
                                        <a:pt x="5" y="121"/>
                                        <a:pt x="10" y="520"/>
                                        <a:pt x="33" y="729"/>
                                      </a:cubicBezTo>
                                      <a:cubicBezTo>
                                        <a:pt x="56" y="938"/>
                                        <a:pt x="46" y="1001"/>
                                        <a:pt x="140" y="1256"/>
                                      </a:cubicBezTo>
                                      <a:cubicBezTo>
                                        <a:pt x="234" y="1511"/>
                                        <a:pt x="497" y="1980"/>
                                        <a:pt x="597" y="2259"/>
                                      </a:cubicBezTo>
                                      <a:cubicBezTo>
                                        <a:pt x="697" y="2538"/>
                                        <a:pt x="697" y="2619"/>
                                        <a:pt x="739" y="2928"/>
                                      </a:cubicBezTo>
                                      <a:cubicBezTo>
                                        <a:pt x="781" y="3238"/>
                                        <a:pt x="808" y="3782"/>
                                        <a:pt x="851" y="4114"/>
                                      </a:cubicBezTo>
                                      <a:cubicBezTo>
                                        <a:pt x="894" y="4445"/>
                                        <a:pt x="957" y="4730"/>
                                        <a:pt x="997" y="4915"/>
                                      </a:cubicBezTo>
                                      <a:cubicBezTo>
                                        <a:pt x="1037" y="5100"/>
                                        <a:pt x="1008" y="5077"/>
                                        <a:pt x="1092" y="5228"/>
                                      </a:cubicBezTo>
                                      <a:cubicBezTo>
                                        <a:pt x="1175" y="5380"/>
                                        <a:pt x="1413" y="5554"/>
                                        <a:pt x="1499" y="5825"/>
                                      </a:cubicBezTo>
                                      <a:cubicBezTo>
                                        <a:pt x="1584" y="6097"/>
                                        <a:pt x="1565" y="6557"/>
                                        <a:pt x="1606" y="6856"/>
                                      </a:cubicBezTo>
                                      <a:cubicBezTo>
                                        <a:pt x="1647" y="7155"/>
                                        <a:pt x="1720" y="7432"/>
                                        <a:pt x="1747" y="7616"/>
                                      </a:cubicBezTo>
                                      <a:cubicBezTo>
                                        <a:pt x="1773" y="7800"/>
                                        <a:pt x="1760" y="7888"/>
                                        <a:pt x="1764" y="796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8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0" y="5096"/>
                                  <a:ext cx="423" cy="1741"/>
                                </a:xfrm>
                                <a:custGeom>
                                  <a:avLst/>
                                  <a:gdLst>
                                    <a:gd name="T0" fmla="*/ 11 w 436"/>
                                    <a:gd name="T1" fmla="*/ 1794 h 1794"/>
                                    <a:gd name="T2" fmla="*/ 40 w 436"/>
                                    <a:gd name="T3" fmla="*/ 1257 h 1794"/>
                                    <a:gd name="T4" fmla="*/ 10 w 436"/>
                                    <a:gd name="T5" fmla="*/ 776 h 1794"/>
                                    <a:gd name="T6" fmla="*/ 100 w 436"/>
                                    <a:gd name="T7" fmla="*/ 401 h 1794"/>
                                    <a:gd name="T8" fmla="*/ 296 w 436"/>
                                    <a:gd name="T9" fmla="*/ 102 h 1794"/>
                                    <a:gd name="T10" fmla="*/ 378 w 436"/>
                                    <a:gd name="T11" fmla="*/ 1 h 1794"/>
                                    <a:gd name="T12" fmla="*/ 359 w 436"/>
                                    <a:gd name="T13" fmla="*/ 97 h 1794"/>
                                    <a:gd name="T14" fmla="*/ 436 w 436"/>
                                    <a:gd name="T15" fmla="*/ 262 h 17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436" h="1794">
                                      <a:moveTo>
                                        <a:pt x="11" y="1794"/>
                                      </a:moveTo>
                                      <a:cubicBezTo>
                                        <a:pt x="29" y="1610"/>
                                        <a:pt x="40" y="1427"/>
                                        <a:pt x="40" y="1257"/>
                                      </a:cubicBezTo>
                                      <a:cubicBezTo>
                                        <a:pt x="40" y="1087"/>
                                        <a:pt x="0" y="919"/>
                                        <a:pt x="10" y="776"/>
                                      </a:cubicBezTo>
                                      <a:cubicBezTo>
                                        <a:pt x="20" y="633"/>
                                        <a:pt x="52" y="513"/>
                                        <a:pt x="100" y="401"/>
                                      </a:cubicBezTo>
                                      <a:cubicBezTo>
                                        <a:pt x="148" y="289"/>
                                        <a:pt x="250" y="169"/>
                                        <a:pt x="296" y="102"/>
                                      </a:cubicBezTo>
                                      <a:cubicBezTo>
                                        <a:pt x="342" y="35"/>
                                        <a:pt x="368" y="2"/>
                                        <a:pt x="378" y="1"/>
                                      </a:cubicBezTo>
                                      <a:cubicBezTo>
                                        <a:pt x="388" y="0"/>
                                        <a:pt x="349" y="54"/>
                                        <a:pt x="359" y="97"/>
                                      </a:cubicBezTo>
                                      <a:cubicBezTo>
                                        <a:pt x="369" y="140"/>
                                        <a:pt x="402" y="201"/>
                                        <a:pt x="436" y="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8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41" y="5004"/>
                                  <a:ext cx="436" cy="1790"/>
                                </a:xfrm>
                                <a:custGeom>
                                  <a:avLst/>
                                  <a:gdLst>
                                    <a:gd name="T0" fmla="*/ 353 w 415"/>
                                    <a:gd name="T1" fmla="*/ 1702 h 1702"/>
                                    <a:gd name="T2" fmla="*/ 344 w 415"/>
                                    <a:gd name="T3" fmla="*/ 1319 h 1702"/>
                                    <a:gd name="T4" fmla="*/ 380 w 415"/>
                                    <a:gd name="T5" fmla="*/ 1006 h 1702"/>
                                    <a:gd name="T6" fmla="*/ 408 w 415"/>
                                    <a:gd name="T7" fmla="*/ 754 h 1702"/>
                                    <a:gd name="T8" fmla="*/ 335 w 415"/>
                                    <a:gd name="T9" fmla="*/ 467 h 1702"/>
                                    <a:gd name="T10" fmla="*/ 177 w 415"/>
                                    <a:gd name="T11" fmla="*/ 180 h 1702"/>
                                    <a:gd name="T12" fmla="*/ 87 w 415"/>
                                    <a:gd name="T13" fmla="*/ 7 h 1702"/>
                                    <a:gd name="T14" fmla="*/ 77 w 415"/>
                                    <a:gd name="T15" fmla="*/ 137 h 1702"/>
                                    <a:gd name="T16" fmla="*/ 0 w 415"/>
                                    <a:gd name="T17" fmla="*/ 324 h 17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15" h="1702">
                                      <a:moveTo>
                                        <a:pt x="353" y="1702"/>
                                      </a:moveTo>
                                      <a:cubicBezTo>
                                        <a:pt x="346" y="1568"/>
                                        <a:pt x="340" y="1435"/>
                                        <a:pt x="344" y="1319"/>
                                      </a:cubicBezTo>
                                      <a:cubicBezTo>
                                        <a:pt x="349" y="1203"/>
                                        <a:pt x="369" y="1100"/>
                                        <a:pt x="380" y="1006"/>
                                      </a:cubicBezTo>
                                      <a:cubicBezTo>
                                        <a:pt x="391" y="912"/>
                                        <a:pt x="415" y="844"/>
                                        <a:pt x="408" y="754"/>
                                      </a:cubicBezTo>
                                      <a:cubicBezTo>
                                        <a:pt x="401" y="664"/>
                                        <a:pt x="373" y="563"/>
                                        <a:pt x="335" y="467"/>
                                      </a:cubicBezTo>
                                      <a:cubicBezTo>
                                        <a:pt x="297" y="371"/>
                                        <a:pt x="219" y="257"/>
                                        <a:pt x="177" y="180"/>
                                      </a:cubicBezTo>
                                      <a:cubicBezTo>
                                        <a:pt x="136" y="103"/>
                                        <a:pt x="103" y="15"/>
                                        <a:pt x="87" y="7"/>
                                      </a:cubicBezTo>
                                      <a:cubicBezTo>
                                        <a:pt x="70" y="0"/>
                                        <a:pt x="91" y="84"/>
                                        <a:pt x="77" y="137"/>
                                      </a:cubicBezTo>
                                      <a:cubicBezTo>
                                        <a:pt x="62" y="189"/>
                                        <a:pt x="33" y="256"/>
                                        <a:pt x="0" y="3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8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92" y="4341"/>
                                  <a:ext cx="651" cy="971"/>
                                </a:xfrm>
                                <a:custGeom>
                                  <a:avLst/>
                                  <a:gdLst>
                                    <a:gd name="T0" fmla="*/ 51 w 651"/>
                                    <a:gd name="T1" fmla="*/ 966 h 971"/>
                                    <a:gd name="T2" fmla="*/ 1 w 651"/>
                                    <a:gd name="T3" fmla="*/ 860 h 971"/>
                                    <a:gd name="T4" fmla="*/ 43 w 651"/>
                                    <a:gd name="T5" fmla="*/ 685 h 971"/>
                                    <a:gd name="T6" fmla="*/ 125 w 651"/>
                                    <a:gd name="T7" fmla="*/ 511 h 971"/>
                                    <a:gd name="T8" fmla="*/ 248 w 651"/>
                                    <a:gd name="T9" fmla="*/ 307 h 971"/>
                                    <a:gd name="T10" fmla="*/ 438 w 651"/>
                                    <a:gd name="T11" fmla="*/ 16 h 971"/>
                                    <a:gd name="T12" fmla="*/ 518 w 651"/>
                                    <a:gd name="T13" fmla="*/ 212 h 971"/>
                                    <a:gd name="T14" fmla="*/ 623 w 651"/>
                                    <a:gd name="T15" fmla="*/ 538 h 971"/>
                                    <a:gd name="T16" fmla="*/ 642 w 651"/>
                                    <a:gd name="T17" fmla="*/ 704 h 971"/>
                                    <a:gd name="T18" fmla="*/ 642 w 651"/>
                                    <a:gd name="T19" fmla="*/ 820 h 971"/>
                                    <a:gd name="T20" fmla="*/ 591 w 651"/>
                                    <a:gd name="T21" fmla="*/ 971 h 9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651" h="971">
                                      <a:moveTo>
                                        <a:pt x="51" y="966"/>
                                      </a:moveTo>
                                      <a:cubicBezTo>
                                        <a:pt x="43" y="949"/>
                                        <a:pt x="2" y="907"/>
                                        <a:pt x="1" y="860"/>
                                      </a:cubicBezTo>
                                      <a:cubicBezTo>
                                        <a:pt x="0" y="814"/>
                                        <a:pt x="22" y="743"/>
                                        <a:pt x="43" y="685"/>
                                      </a:cubicBezTo>
                                      <a:cubicBezTo>
                                        <a:pt x="63" y="626"/>
                                        <a:pt x="91" y="574"/>
                                        <a:pt x="125" y="511"/>
                                      </a:cubicBezTo>
                                      <a:cubicBezTo>
                                        <a:pt x="159" y="448"/>
                                        <a:pt x="196" y="389"/>
                                        <a:pt x="248" y="307"/>
                                      </a:cubicBezTo>
                                      <a:cubicBezTo>
                                        <a:pt x="301" y="224"/>
                                        <a:pt x="393" y="31"/>
                                        <a:pt x="438" y="16"/>
                                      </a:cubicBezTo>
                                      <a:cubicBezTo>
                                        <a:pt x="482" y="0"/>
                                        <a:pt x="487" y="125"/>
                                        <a:pt x="518" y="212"/>
                                      </a:cubicBezTo>
                                      <a:cubicBezTo>
                                        <a:pt x="549" y="299"/>
                                        <a:pt x="602" y="456"/>
                                        <a:pt x="623" y="538"/>
                                      </a:cubicBezTo>
                                      <a:cubicBezTo>
                                        <a:pt x="644" y="620"/>
                                        <a:pt x="639" y="657"/>
                                        <a:pt x="642" y="704"/>
                                      </a:cubicBezTo>
                                      <a:cubicBezTo>
                                        <a:pt x="645" y="751"/>
                                        <a:pt x="651" y="776"/>
                                        <a:pt x="642" y="820"/>
                                      </a:cubicBezTo>
                                      <a:cubicBezTo>
                                        <a:pt x="634" y="865"/>
                                        <a:pt x="612" y="918"/>
                                        <a:pt x="591" y="9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8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41" y="5952"/>
                                  <a:ext cx="916" cy="5274"/>
                                </a:xfrm>
                                <a:custGeom>
                                  <a:avLst/>
                                  <a:gdLst>
                                    <a:gd name="T0" fmla="*/ 854 w 871"/>
                                    <a:gd name="T1" fmla="*/ 833 h 5016"/>
                                    <a:gd name="T2" fmla="*/ 867 w 871"/>
                                    <a:gd name="T3" fmla="*/ 551 h 5016"/>
                                    <a:gd name="T4" fmla="*/ 864 w 871"/>
                                    <a:gd name="T5" fmla="*/ 271 h 5016"/>
                                    <a:gd name="T6" fmla="*/ 823 w 871"/>
                                    <a:gd name="T7" fmla="*/ 39 h 5016"/>
                                    <a:gd name="T8" fmla="*/ 716 w 871"/>
                                    <a:gd name="T9" fmla="*/ 502 h 5016"/>
                                    <a:gd name="T10" fmla="*/ 524 w 871"/>
                                    <a:gd name="T11" fmla="*/ 1342 h 5016"/>
                                    <a:gd name="T12" fmla="*/ 309 w 871"/>
                                    <a:gd name="T13" fmla="*/ 2167 h 5016"/>
                                    <a:gd name="T14" fmla="*/ 260 w 871"/>
                                    <a:gd name="T15" fmla="*/ 2475 h 5016"/>
                                    <a:gd name="T16" fmla="*/ 320 w 871"/>
                                    <a:gd name="T17" fmla="*/ 2915 h 5016"/>
                                    <a:gd name="T18" fmla="*/ 341 w 871"/>
                                    <a:gd name="T19" fmla="*/ 3525 h 5016"/>
                                    <a:gd name="T20" fmla="*/ 55 w 871"/>
                                    <a:gd name="T21" fmla="*/ 4537 h 5016"/>
                                    <a:gd name="T22" fmla="*/ 12 w 871"/>
                                    <a:gd name="T23" fmla="*/ 5016 h 50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871" h="5016">
                                      <a:moveTo>
                                        <a:pt x="854" y="833"/>
                                      </a:moveTo>
                                      <a:cubicBezTo>
                                        <a:pt x="860" y="739"/>
                                        <a:pt x="865" y="645"/>
                                        <a:pt x="867" y="551"/>
                                      </a:cubicBezTo>
                                      <a:cubicBezTo>
                                        <a:pt x="869" y="458"/>
                                        <a:pt x="871" y="355"/>
                                        <a:pt x="864" y="271"/>
                                      </a:cubicBezTo>
                                      <a:cubicBezTo>
                                        <a:pt x="856" y="186"/>
                                        <a:pt x="848" y="0"/>
                                        <a:pt x="823" y="39"/>
                                      </a:cubicBezTo>
                                      <a:cubicBezTo>
                                        <a:pt x="798" y="78"/>
                                        <a:pt x="766" y="285"/>
                                        <a:pt x="716" y="502"/>
                                      </a:cubicBezTo>
                                      <a:cubicBezTo>
                                        <a:pt x="666" y="719"/>
                                        <a:pt x="591" y="1065"/>
                                        <a:pt x="524" y="1342"/>
                                      </a:cubicBezTo>
                                      <a:cubicBezTo>
                                        <a:pt x="456" y="1619"/>
                                        <a:pt x="353" y="1979"/>
                                        <a:pt x="309" y="2167"/>
                                      </a:cubicBezTo>
                                      <a:cubicBezTo>
                                        <a:pt x="266" y="2356"/>
                                        <a:pt x="259" y="2350"/>
                                        <a:pt x="260" y="2475"/>
                                      </a:cubicBezTo>
                                      <a:cubicBezTo>
                                        <a:pt x="262" y="2599"/>
                                        <a:pt x="308" y="2741"/>
                                        <a:pt x="320" y="2915"/>
                                      </a:cubicBezTo>
                                      <a:cubicBezTo>
                                        <a:pt x="333" y="3090"/>
                                        <a:pt x="385" y="3254"/>
                                        <a:pt x="341" y="3525"/>
                                      </a:cubicBezTo>
                                      <a:cubicBezTo>
                                        <a:pt x="296" y="3795"/>
                                        <a:pt x="110" y="4289"/>
                                        <a:pt x="55" y="4537"/>
                                      </a:cubicBezTo>
                                      <a:cubicBezTo>
                                        <a:pt x="0" y="4785"/>
                                        <a:pt x="21" y="4916"/>
                                        <a:pt x="12" y="501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8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63" y="6031"/>
                                  <a:ext cx="855" cy="5191"/>
                                </a:xfrm>
                                <a:custGeom>
                                  <a:avLst/>
                                  <a:gdLst>
                                    <a:gd name="T0" fmla="*/ 0 w 813"/>
                                    <a:gd name="T1" fmla="*/ 727 h 4937"/>
                                    <a:gd name="T2" fmla="*/ 9 w 813"/>
                                    <a:gd name="T3" fmla="*/ 383 h 4937"/>
                                    <a:gd name="T4" fmla="*/ 31 w 813"/>
                                    <a:gd name="T5" fmla="*/ 152 h 4937"/>
                                    <a:gd name="T6" fmla="*/ 66 w 813"/>
                                    <a:gd name="T7" fmla="*/ 41 h 4937"/>
                                    <a:gd name="T8" fmla="*/ 107 w 813"/>
                                    <a:gd name="T9" fmla="*/ 401 h 4937"/>
                                    <a:gd name="T10" fmla="*/ 152 w 813"/>
                                    <a:gd name="T11" fmla="*/ 977 h 4937"/>
                                    <a:gd name="T12" fmla="*/ 228 w 813"/>
                                    <a:gd name="T13" fmla="*/ 1579 h 4937"/>
                                    <a:gd name="T14" fmla="*/ 343 w 813"/>
                                    <a:gd name="T15" fmla="*/ 2190 h 4937"/>
                                    <a:gd name="T16" fmla="*/ 371 w 813"/>
                                    <a:gd name="T17" fmla="*/ 2452 h 4937"/>
                                    <a:gd name="T18" fmla="*/ 335 w 813"/>
                                    <a:gd name="T19" fmla="*/ 2913 h 4937"/>
                                    <a:gd name="T20" fmla="*/ 393 w 813"/>
                                    <a:gd name="T21" fmla="*/ 3444 h 4937"/>
                                    <a:gd name="T22" fmla="*/ 741 w 813"/>
                                    <a:gd name="T23" fmla="*/ 4338 h 4937"/>
                                    <a:gd name="T24" fmla="*/ 813 w 813"/>
                                    <a:gd name="T25" fmla="*/ 4937 h 49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13" h="4937">
                                      <a:moveTo>
                                        <a:pt x="0" y="727"/>
                                      </a:moveTo>
                                      <a:cubicBezTo>
                                        <a:pt x="2" y="603"/>
                                        <a:pt x="4" y="479"/>
                                        <a:pt x="9" y="383"/>
                                      </a:cubicBezTo>
                                      <a:cubicBezTo>
                                        <a:pt x="15" y="287"/>
                                        <a:pt x="22" y="209"/>
                                        <a:pt x="31" y="152"/>
                                      </a:cubicBezTo>
                                      <a:cubicBezTo>
                                        <a:pt x="40" y="95"/>
                                        <a:pt x="53" y="0"/>
                                        <a:pt x="66" y="41"/>
                                      </a:cubicBezTo>
                                      <a:cubicBezTo>
                                        <a:pt x="79" y="82"/>
                                        <a:pt x="93" y="245"/>
                                        <a:pt x="107" y="401"/>
                                      </a:cubicBezTo>
                                      <a:cubicBezTo>
                                        <a:pt x="121" y="557"/>
                                        <a:pt x="132" y="780"/>
                                        <a:pt x="152" y="977"/>
                                      </a:cubicBezTo>
                                      <a:cubicBezTo>
                                        <a:pt x="173" y="1174"/>
                                        <a:pt x="196" y="1377"/>
                                        <a:pt x="228" y="1579"/>
                                      </a:cubicBezTo>
                                      <a:cubicBezTo>
                                        <a:pt x="260" y="1781"/>
                                        <a:pt x="319" y="2044"/>
                                        <a:pt x="343" y="2190"/>
                                      </a:cubicBezTo>
                                      <a:cubicBezTo>
                                        <a:pt x="367" y="2336"/>
                                        <a:pt x="372" y="2332"/>
                                        <a:pt x="371" y="2452"/>
                                      </a:cubicBezTo>
                                      <a:cubicBezTo>
                                        <a:pt x="370" y="2573"/>
                                        <a:pt x="331" y="2748"/>
                                        <a:pt x="335" y="2913"/>
                                      </a:cubicBezTo>
                                      <a:cubicBezTo>
                                        <a:pt x="339" y="3079"/>
                                        <a:pt x="325" y="3206"/>
                                        <a:pt x="393" y="3444"/>
                                      </a:cubicBezTo>
                                      <a:cubicBezTo>
                                        <a:pt x="461" y="3682"/>
                                        <a:pt x="671" y="4089"/>
                                        <a:pt x="741" y="4338"/>
                                      </a:cubicBezTo>
                                      <a:cubicBezTo>
                                        <a:pt x="811" y="4587"/>
                                        <a:pt x="798" y="4812"/>
                                        <a:pt x="813" y="49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8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18" y="8589"/>
                                  <a:ext cx="526" cy="2629"/>
                                </a:xfrm>
                                <a:custGeom>
                                  <a:avLst/>
                                  <a:gdLst>
                                    <a:gd name="T0" fmla="*/ 36 w 500"/>
                                    <a:gd name="T1" fmla="*/ 2500 h 2500"/>
                                    <a:gd name="T2" fmla="*/ 25 w 500"/>
                                    <a:gd name="T3" fmla="*/ 1889 h 2500"/>
                                    <a:gd name="T4" fmla="*/ 24 w 500"/>
                                    <a:gd name="T5" fmla="*/ 1104 h 2500"/>
                                    <a:gd name="T6" fmla="*/ 163 w 500"/>
                                    <a:gd name="T7" fmla="*/ 393 h 2500"/>
                                    <a:gd name="T8" fmla="*/ 329 w 500"/>
                                    <a:gd name="T9" fmla="*/ 123 h 2500"/>
                                    <a:gd name="T10" fmla="*/ 475 w 500"/>
                                    <a:gd name="T11" fmla="*/ 6 h 2500"/>
                                    <a:gd name="T12" fmla="*/ 479 w 500"/>
                                    <a:gd name="T13" fmla="*/ 91 h 2500"/>
                                    <a:gd name="T14" fmla="*/ 434 w 500"/>
                                    <a:gd name="T15" fmla="*/ 359 h 2500"/>
                                    <a:gd name="T16" fmla="*/ 273 w 500"/>
                                    <a:gd name="T17" fmla="*/ 1074 h 2500"/>
                                    <a:gd name="T18" fmla="*/ 184 w 500"/>
                                    <a:gd name="T19" fmla="*/ 1702 h 2500"/>
                                    <a:gd name="T20" fmla="*/ 143 w 500"/>
                                    <a:gd name="T21" fmla="*/ 2083 h 2500"/>
                                    <a:gd name="T22" fmla="*/ 119 w 500"/>
                                    <a:gd name="T23" fmla="*/ 2408 h 25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00" h="2500">
                                      <a:moveTo>
                                        <a:pt x="36" y="2500"/>
                                      </a:moveTo>
                                      <a:cubicBezTo>
                                        <a:pt x="35" y="2399"/>
                                        <a:pt x="27" y="2122"/>
                                        <a:pt x="25" y="1889"/>
                                      </a:cubicBezTo>
                                      <a:cubicBezTo>
                                        <a:pt x="23" y="1656"/>
                                        <a:pt x="0" y="1353"/>
                                        <a:pt x="24" y="1104"/>
                                      </a:cubicBezTo>
                                      <a:cubicBezTo>
                                        <a:pt x="47" y="855"/>
                                        <a:pt x="112" y="557"/>
                                        <a:pt x="163" y="393"/>
                                      </a:cubicBezTo>
                                      <a:cubicBezTo>
                                        <a:pt x="214" y="230"/>
                                        <a:pt x="277" y="187"/>
                                        <a:pt x="329" y="123"/>
                                      </a:cubicBezTo>
                                      <a:cubicBezTo>
                                        <a:pt x="381" y="58"/>
                                        <a:pt x="450" y="11"/>
                                        <a:pt x="475" y="6"/>
                                      </a:cubicBezTo>
                                      <a:cubicBezTo>
                                        <a:pt x="500" y="0"/>
                                        <a:pt x="485" y="32"/>
                                        <a:pt x="479" y="91"/>
                                      </a:cubicBezTo>
                                      <a:cubicBezTo>
                                        <a:pt x="472" y="150"/>
                                        <a:pt x="468" y="196"/>
                                        <a:pt x="434" y="359"/>
                                      </a:cubicBezTo>
                                      <a:cubicBezTo>
                                        <a:pt x="399" y="523"/>
                                        <a:pt x="314" y="850"/>
                                        <a:pt x="273" y="1074"/>
                                      </a:cubicBezTo>
                                      <a:cubicBezTo>
                                        <a:pt x="231" y="1297"/>
                                        <a:pt x="205" y="1534"/>
                                        <a:pt x="184" y="1702"/>
                                      </a:cubicBezTo>
                                      <a:cubicBezTo>
                                        <a:pt x="163" y="1870"/>
                                        <a:pt x="154" y="1965"/>
                                        <a:pt x="143" y="2083"/>
                                      </a:cubicBezTo>
                                      <a:cubicBezTo>
                                        <a:pt x="132" y="2201"/>
                                        <a:pt x="124" y="2340"/>
                                        <a:pt x="119" y="240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8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96" y="8929"/>
                                  <a:ext cx="455" cy="2289"/>
                                </a:xfrm>
                                <a:custGeom>
                                  <a:avLst/>
                                  <a:gdLst>
                                    <a:gd name="T0" fmla="*/ 0 w 433"/>
                                    <a:gd name="T1" fmla="*/ 2085 h 2177"/>
                                    <a:gd name="T2" fmla="*/ 33 w 433"/>
                                    <a:gd name="T3" fmla="*/ 1683 h 2177"/>
                                    <a:gd name="T4" fmla="*/ 109 w 433"/>
                                    <a:gd name="T5" fmla="*/ 1197 h 2177"/>
                                    <a:gd name="T6" fmla="*/ 176 w 433"/>
                                    <a:gd name="T7" fmla="*/ 768 h 2177"/>
                                    <a:gd name="T8" fmla="*/ 292 w 433"/>
                                    <a:gd name="T9" fmla="*/ 188 h 2177"/>
                                    <a:gd name="T10" fmla="*/ 362 w 433"/>
                                    <a:gd name="T11" fmla="*/ 1 h 2177"/>
                                    <a:gd name="T12" fmla="*/ 410 w 433"/>
                                    <a:gd name="T13" fmla="*/ 195 h 2177"/>
                                    <a:gd name="T14" fmla="*/ 431 w 433"/>
                                    <a:gd name="T15" fmla="*/ 416 h 2177"/>
                                    <a:gd name="T16" fmla="*/ 396 w 433"/>
                                    <a:gd name="T17" fmla="*/ 707 h 2177"/>
                                    <a:gd name="T18" fmla="*/ 274 w 433"/>
                                    <a:gd name="T19" fmla="*/ 1201 h 2177"/>
                                    <a:gd name="T20" fmla="*/ 140 w 433"/>
                                    <a:gd name="T21" fmla="*/ 1670 h 2177"/>
                                    <a:gd name="T22" fmla="*/ 92 w 433"/>
                                    <a:gd name="T23" fmla="*/ 2177 h 2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433" h="2177">
                                      <a:moveTo>
                                        <a:pt x="0" y="2085"/>
                                      </a:moveTo>
                                      <a:cubicBezTo>
                                        <a:pt x="5" y="2018"/>
                                        <a:pt x="15" y="1831"/>
                                        <a:pt x="33" y="1683"/>
                                      </a:cubicBezTo>
                                      <a:cubicBezTo>
                                        <a:pt x="51" y="1535"/>
                                        <a:pt x="85" y="1349"/>
                                        <a:pt x="109" y="1197"/>
                                      </a:cubicBezTo>
                                      <a:cubicBezTo>
                                        <a:pt x="133" y="1044"/>
                                        <a:pt x="146" y="936"/>
                                        <a:pt x="176" y="768"/>
                                      </a:cubicBezTo>
                                      <a:cubicBezTo>
                                        <a:pt x="207" y="600"/>
                                        <a:pt x="261" y="316"/>
                                        <a:pt x="292" y="188"/>
                                      </a:cubicBezTo>
                                      <a:cubicBezTo>
                                        <a:pt x="322" y="61"/>
                                        <a:pt x="342" y="0"/>
                                        <a:pt x="362" y="1"/>
                                      </a:cubicBezTo>
                                      <a:cubicBezTo>
                                        <a:pt x="381" y="2"/>
                                        <a:pt x="398" y="126"/>
                                        <a:pt x="410" y="195"/>
                                      </a:cubicBezTo>
                                      <a:cubicBezTo>
                                        <a:pt x="422" y="264"/>
                                        <a:pt x="433" y="332"/>
                                        <a:pt x="431" y="416"/>
                                      </a:cubicBezTo>
                                      <a:cubicBezTo>
                                        <a:pt x="429" y="501"/>
                                        <a:pt x="422" y="577"/>
                                        <a:pt x="396" y="707"/>
                                      </a:cubicBezTo>
                                      <a:cubicBezTo>
                                        <a:pt x="370" y="838"/>
                                        <a:pt x="317" y="1041"/>
                                        <a:pt x="274" y="1201"/>
                                      </a:cubicBezTo>
                                      <a:cubicBezTo>
                                        <a:pt x="232" y="1362"/>
                                        <a:pt x="170" y="1508"/>
                                        <a:pt x="140" y="1670"/>
                                      </a:cubicBezTo>
                                      <a:cubicBezTo>
                                        <a:pt x="110" y="1832"/>
                                        <a:pt x="102" y="2072"/>
                                        <a:pt x="92" y="217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8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80" y="8807"/>
                                  <a:ext cx="582" cy="2411"/>
                                </a:xfrm>
                                <a:custGeom>
                                  <a:avLst/>
                                  <a:gdLst>
                                    <a:gd name="T0" fmla="*/ 467 w 554"/>
                                    <a:gd name="T1" fmla="*/ 2293 h 2293"/>
                                    <a:gd name="T2" fmla="*/ 446 w 554"/>
                                    <a:gd name="T3" fmla="*/ 1924 h 2293"/>
                                    <a:gd name="T4" fmla="*/ 390 w 554"/>
                                    <a:gd name="T5" fmla="*/ 1605 h 2293"/>
                                    <a:gd name="T6" fmla="*/ 148 w 554"/>
                                    <a:gd name="T7" fmla="*/ 1031 h 2293"/>
                                    <a:gd name="T8" fmla="*/ 23 w 554"/>
                                    <a:gd name="T9" fmla="*/ 601 h 2293"/>
                                    <a:gd name="T10" fmla="*/ 10 w 554"/>
                                    <a:gd name="T11" fmla="*/ 223 h 2293"/>
                                    <a:gd name="T12" fmla="*/ 37 w 554"/>
                                    <a:gd name="T13" fmla="*/ 12 h 2293"/>
                                    <a:gd name="T14" fmla="*/ 120 w 554"/>
                                    <a:gd name="T15" fmla="*/ 296 h 2293"/>
                                    <a:gd name="T16" fmla="*/ 242 w 554"/>
                                    <a:gd name="T17" fmla="*/ 1040 h 2293"/>
                                    <a:gd name="T18" fmla="*/ 460 w 554"/>
                                    <a:gd name="T19" fmla="*/ 1588 h 2293"/>
                                    <a:gd name="T20" fmla="*/ 536 w 554"/>
                                    <a:gd name="T21" fmla="*/ 1928 h 2293"/>
                                    <a:gd name="T22" fmla="*/ 554 w 554"/>
                                    <a:gd name="T23" fmla="*/ 2197 h 22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54" h="2293">
                                      <a:moveTo>
                                        <a:pt x="467" y="2293"/>
                                      </a:moveTo>
                                      <a:cubicBezTo>
                                        <a:pt x="464" y="2231"/>
                                        <a:pt x="459" y="2039"/>
                                        <a:pt x="446" y="1924"/>
                                      </a:cubicBezTo>
                                      <a:cubicBezTo>
                                        <a:pt x="433" y="1809"/>
                                        <a:pt x="440" y="1754"/>
                                        <a:pt x="390" y="1605"/>
                                      </a:cubicBezTo>
                                      <a:cubicBezTo>
                                        <a:pt x="340" y="1456"/>
                                        <a:pt x="209" y="1198"/>
                                        <a:pt x="148" y="1031"/>
                                      </a:cubicBezTo>
                                      <a:cubicBezTo>
                                        <a:pt x="87" y="863"/>
                                        <a:pt x="46" y="736"/>
                                        <a:pt x="23" y="601"/>
                                      </a:cubicBezTo>
                                      <a:cubicBezTo>
                                        <a:pt x="0" y="466"/>
                                        <a:pt x="8" y="321"/>
                                        <a:pt x="10" y="223"/>
                                      </a:cubicBezTo>
                                      <a:cubicBezTo>
                                        <a:pt x="12" y="126"/>
                                        <a:pt x="18" y="0"/>
                                        <a:pt x="37" y="12"/>
                                      </a:cubicBezTo>
                                      <a:cubicBezTo>
                                        <a:pt x="55" y="24"/>
                                        <a:pt x="86" y="125"/>
                                        <a:pt x="120" y="296"/>
                                      </a:cubicBezTo>
                                      <a:cubicBezTo>
                                        <a:pt x="154" y="467"/>
                                        <a:pt x="185" y="825"/>
                                        <a:pt x="242" y="1040"/>
                                      </a:cubicBezTo>
                                      <a:cubicBezTo>
                                        <a:pt x="299" y="1255"/>
                                        <a:pt x="411" y="1440"/>
                                        <a:pt x="460" y="1588"/>
                                      </a:cubicBezTo>
                                      <a:cubicBezTo>
                                        <a:pt x="509" y="1736"/>
                                        <a:pt x="520" y="1827"/>
                                        <a:pt x="536" y="1928"/>
                                      </a:cubicBezTo>
                                      <a:cubicBezTo>
                                        <a:pt x="552" y="2029"/>
                                        <a:pt x="550" y="2141"/>
                                        <a:pt x="554" y="21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8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4" y="8560"/>
                                  <a:ext cx="675" cy="2679"/>
                                </a:xfrm>
                                <a:custGeom>
                                  <a:avLst/>
                                  <a:gdLst>
                                    <a:gd name="T0" fmla="*/ 537 w 641"/>
                                    <a:gd name="T1" fmla="*/ 2427 h 2547"/>
                                    <a:gd name="T2" fmla="*/ 475 w 641"/>
                                    <a:gd name="T3" fmla="*/ 1882 h 2547"/>
                                    <a:gd name="T4" fmla="*/ 225 w 641"/>
                                    <a:gd name="T5" fmla="*/ 1212 h 2547"/>
                                    <a:gd name="T6" fmla="*/ 131 w 641"/>
                                    <a:gd name="T7" fmla="*/ 556 h 2547"/>
                                    <a:gd name="T8" fmla="*/ 10 w 641"/>
                                    <a:gd name="T9" fmla="*/ 52 h 2547"/>
                                    <a:gd name="T10" fmla="*/ 195 w 641"/>
                                    <a:gd name="T11" fmla="*/ 247 h 2547"/>
                                    <a:gd name="T12" fmla="*/ 402 w 641"/>
                                    <a:gd name="T13" fmla="*/ 593 h 2547"/>
                                    <a:gd name="T14" fmla="*/ 458 w 641"/>
                                    <a:gd name="T15" fmla="*/ 1126 h 2547"/>
                                    <a:gd name="T16" fmla="*/ 487 w 641"/>
                                    <a:gd name="T17" fmla="*/ 1547 h 2547"/>
                                    <a:gd name="T18" fmla="*/ 567 w 641"/>
                                    <a:gd name="T19" fmla="*/ 1907 h 2547"/>
                                    <a:gd name="T20" fmla="*/ 630 w 641"/>
                                    <a:gd name="T21" fmla="*/ 2336 h 2547"/>
                                    <a:gd name="T22" fmla="*/ 634 w 641"/>
                                    <a:gd name="T23" fmla="*/ 2547 h 2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41" h="2547">
                                      <a:moveTo>
                                        <a:pt x="537" y="2427"/>
                                      </a:moveTo>
                                      <a:cubicBezTo>
                                        <a:pt x="527" y="2336"/>
                                        <a:pt x="527" y="2084"/>
                                        <a:pt x="475" y="1882"/>
                                      </a:cubicBezTo>
                                      <a:cubicBezTo>
                                        <a:pt x="423" y="1680"/>
                                        <a:pt x="282" y="1433"/>
                                        <a:pt x="225" y="1212"/>
                                      </a:cubicBezTo>
                                      <a:cubicBezTo>
                                        <a:pt x="168" y="991"/>
                                        <a:pt x="167" y="749"/>
                                        <a:pt x="131" y="556"/>
                                      </a:cubicBezTo>
                                      <a:cubicBezTo>
                                        <a:pt x="95" y="363"/>
                                        <a:pt x="0" y="103"/>
                                        <a:pt x="10" y="52"/>
                                      </a:cubicBezTo>
                                      <a:cubicBezTo>
                                        <a:pt x="20" y="0"/>
                                        <a:pt x="129" y="156"/>
                                        <a:pt x="195" y="247"/>
                                      </a:cubicBezTo>
                                      <a:cubicBezTo>
                                        <a:pt x="260" y="337"/>
                                        <a:pt x="358" y="446"/>
                                        <a:pt x="402" y="593"/>
                                      </a:cubicBezTo>
                                      <a:cubicBezTo>
                                        <a:pt x="447" y="740"/>
                                        <a:pt x="444" y="968"/>
                                        <a:pt x="458" y="1126"/>
                                      </a:cubicBezTo>
                                      <a:cubicBezTo>
                                        <a:pt x="472" y="1285"/>
                                        <a:pt x="469" y="1417"/>
                                        <a:pt x="487" y="1547"/>
                                      </a:cubicBezTo>
                                      <a:cubicBezTo>
                                        <a:pt x="505" y="1677"/>
                                        <a:pt x="543" y="1776"/>
                                        <a:pt x="567" y="1907"/>
                                      </a:cubicBezTo>
                                      <a:cubicBezTo>
                                        <a:pt x="591" y="2038"/>
                                        <a:pt x="619" y="2229"/>
                                        <a:pt x="630" y="2336"/>
                                      </a:cubicBezTo>
                                      <a:cubicBezTo>
                                        <a:pt x="641" y="2443"/>
                                        <a:pt x="633" y="2503"/>
                                        <a:pt x="634" y="254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8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75" y="3273"/>
                                  <a:ext cx="837" cy="7957"/>
                                </a:xfrm>
                                <a:custGeom>
                                  <a:avLst/>
                                  <a:gdLst>
                                    <a:gd name="T0" fmla="*/ 753 w 796"/>
                                    <a:gd name="T1" fmla="*/ 0 h 7567"/>
                                    <a:gd name="T2" fmla="*/ 753 w 796"/>
                                    <a:gd name="T3" fmla="*/ 670 h 7567"/>
                                    <a:gd name="T4" fmla="*/ 493 w 796"/>
                                    <a:gd name="T5" fmla="*/ 1890 h 7567"/>
                                    <a:gd name="T6" fmla="*/ 413 w 796"/>
                                    <a:gd name="T7" fmla="*/ 3000 h 7567"/>
                                    <a:gd name="T8" fmla="*/ 363 w 796"/>
                                    <a:gd name="T9" fmla="*/ 4060 h 7567"/>
                                    <a:gd name="T10" fmla="*/ 313 w 796"/>
                                    <a:gd name="T11" fmla="*/ 4720 h 7567"/>
                                    <a:gd name="T12" fmla="*/ 243 w 796"/>
                                    <a:gd name="T13" fmla="*/ 4930 h 7567"/>
                                    <a:gd name="T14" fmla="*/ 153 w 796"/>
                                    <a:gd name="T15" fmla="*/ 5290 h 7567"/>
                                    <a:gd name="T16" fmla="*/ 23 w 796"/>
                                    <a:gd name="T17" fmla="*/ 5690 h 7567"/>
                                    <a:gd name="T18" fmla="*/ 13 w 796"/>
                                    <a:gd name="T19" fmla="*/ 6260 h 7567"/>
                                    <a:gd name="T20" fmla="*/ 73 w 796"/>
                                    <a:gd name="T21" fmla="*/ 7240 h 7567"/>
                                    <a:gd name="T22" fmla="*/ 55 w 796"/>
                                    <a:gd name="T23" fmla="*/ 7567 h 7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796" h="7567">
                                      <a:moveTo>
                                        <a:pt x="753" y="0"/>
                                      </a:moveTo>
                                      <a:cubicBezTo>
                                        <a:pt x="774" y="177"/>
                                        <a:pt x="796" y="355"/>
                                        <a:pt x="753" y="670"/>
                                      </a:cubicBezTo>
                                      <a:cubicBezTo>
                                        <a:pt x="710" y="985"/>
                                        <a:pt x="550" y="1502"/>
                                        <a:pt x="493" y="1890"/>
                                      </a:cubicBezTo>
                                      <a:cubicBezTo>
                                        <a:pt x="436" y="2278"/>
                                        <a:pt x="435" y="2638"/>
                                        <a:pt x="413" y="3000"/>
                                      </a:cubicBezTo>
                                      <a:cubicBezTo>
                                        <a:pt x="391" y="3362"/>
                                        <a:pt x="380" y="3773"/>
                                        <a:pt x="363" y="4060"/>
                                      </a:cubicBezTo>
                                      <a:cubicBezTo>
                                        <a:pt x="346" y="4347"/>
                                        <a:pt x="333" y="4575"/>
                                        <a:pt x="313" y="4720"/>
                                      </a:cubicBezTo>
                                      <a:cubicBezTo>
                                        <a:pt x="293" y="4865"/>
                                        <a:pt x="270" y="4835"/>
                                        <a:pt x="243" y="4930"/>
                                      </a:cubicBezTo>
                                      <a:cubicBezTo>
                                        <a:pt x="216" y="5025"/>
                                        <a:pt x="190" y="5163"/>
                                        <a:pt x="153" y="5290"/>
                                      </a:cubicBezTo>
                                      <a:cubicBezTo>
                                        <a:pt x="116" y="5417"/>
                                        <a:pt x="46" y="5528"/>
                                        <a:pt x="23" y="5690"/>
                                      </a:cubicBezTo>
                                      <a:cubicBezTo>
                                        <a:pt x="0" y="5852"/>
                                        <a:pt x="5" y="6002"/>
                                        <a:pt x="13" y="6260"/>
                                      </a:cubicBezTo>
                                      <a:cubicBezTo>
                                        <a:pt x="21" y="6518"/>
                                        <a:pt x="66" y="7022"/>
                                        <a:pt x="73" y="7240"/>
                                      </a:cubicBezTo>
                                      <a:cubicBezTo>
                                        <a:pt x="80" y="7458"/>
                                        <a:pt x="59" y="7499"/>
                                        <a:pt x="55" y="7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8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28" y="6031"/>
                                  <a:ext cx="3136" cy="5234"/>
                                </a:xfrm>
                                <a:custGeom>
                                  <a:avLst/>
                                  <a:gdLst>
                                    <a:gd name="T0" fmla="*/ 29 w 2982"/>
                                    <a:gd name="T1" fmla="*/ 4941 h 4978"/>
                                    <a:gd name="T2" fmla="*/ 33 w 2982"/>
                                    <a:gd name="T3" fmla="*/ 4846 h 4978"/>
                                    <a:gd name="T4" fmla="*/ 12 w 2982"/>
                                    <a:gd name="T5" fmla="*/ 4658 h 4978"/>
                                    <a:gd name="T6" fmla="*/ 102 w 2982"/>
                                    <a:gd name="T7" fmla="*/ 4298 h 4978"/>
                                    <a:gd name="T8" fmla="*/ 412 w 2982"/>
                                    <a:gd name="T9" fmla="*/ 3218 h 4978"/>
                                    <a:gd name="T10" fmla="*/ 392 w 2982"/>
                                    <a:gd name="T11" fmla="*/ 2738 h 4978"/>
                                    <a:gd name="T12" fmla="*/ 722 w 2982"/>
                                    <a:gd name="T13" fmla="*/ 2218 h 4978"/>
                                    <a:gd name="T14" fmla="*/ 872 w 2982"/>
                                    <a:gd name="T15" fmla="*/ 1658 h 4978"/>
                                    <a:gd name="T16" fmla="*/ 1012 w 2982"/>
                                    <a:gd name="T17" fmla="*/ 1218 h 4978"/>
                                    <a:gd name="T18" fmla="*/ 1242 w 2982"/>
                                    <a:gd name="T19" fmla="*/ 748 h 4978"/>
                                    <a:gd name="T20" fmla="*/ 1382 w 2982"/>
                                    <a:gd name="T21" fmla="*/ 178 h 4978"/>
                                    <a:gd name="T22" fmla="*/ 1462 w 2982"/>
                                    <a:gd name="T23" fmla="*/ 18 h 4978"/>
                                    <a:gd name="T24" fmla="*/ 1542 w 2982"/>
                                    <a:gd name="T25" fmla="*/ 288 h 4978"/>
                                    <a:gd name="T26" fmla="*/ 1672 w 2982"/>
                                    <a:gd name="T27" fmla="*/ 748 h 4978"/>
                                    <a:gd name="T28" fmla="*/ 1932 w 2982"/>
                                    <a:gd name="T29" fmla="*/ 1668 h 4978"/>
                                    <a:gd name="T30" fmla="*/ 2102 w 2982"/>
                                    <a:gd name="T31" fmla="*/ 2328 h 4978"/>
                                    <a:gd name="T32" fmla="*/ 2342 w 2982"/>
                                    <a:gd name="T33" fmla="*/ 2678 h 4978"/>
                                    <a:gd name="T34" fmla="*/ 2422 w 2982"/>
                                    <a:gd name="T35" fmla="*/ 3318 h 4978"/>
                                    <a:gd name="T36" fmla="*/ 2532 w 2982"/>
                                    <a:gd name="T37" fmla="*/ 3698 h 4978"/>
                                    <a:gd name="T38" fmla="*/ 2872 w 2982"/>
                                    <a:gd name="T39" fmla="*/ 4338 h 4978"/>
                                    <a:gd name="T40" fmla="*/ 2962 w 2982"/>
                                    <a:gd name="T41" fmla="*/ 4688 h 4978"/>
                                    <a:gd name="T42" fmla="*/ 2952 w 2982"/>
                                    <a:gd name="T43" fmla="*/ 4818 h 4978"/>
                                    <a:gd name="T44" fmla="*/ 2982 w 2982"/>
                                    <a:gd name="T45" fmla="*/ 4978 h 49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982" h="4978">
                                      <a:moveTo>
                                        <a:pt x="29" y="4941"/>
                                      </a:moveTo>
                                      <a:cubicBezTo>
                                        <a:pt x="30" y="4925"/>
                                        <a:pt x="36" y="4893"/>
                                        <a:pt x="33" y="4846"/>
                                      </a:cubicBezTo>
                                      <a:cubicBezTo>
                                        <a:pt x="30" y="4799"/>
                                        <a:pt x="0" y="4749"/>
                                        <a:pt x="12" y="4658"/>
                                      </a:cubicBezTo>
                                      <a:cubicBezTo>
                                        <a:pt x="24" y="4567"/>
                                        <a:pt x="35" y="4538"/>
                                        <a:pt x="102" y="4298"/>
                                      </a:cubicBezTo>
                                      <a:cubicBezTo>
                                        <a:pt x="169" y="4058"/>
                                        <a:pt x="364" y="3478"/>
                                        <a:pt x="412" y="3218"/>
                                      </a:cubicBezTo>
                                      <a:cubicBezTo>
                                        <a:pt x="460" y="2958"/>
                                        <a:pt x="340" y="2905"/>
                                        <a:pt x="392" y="2738"/>
                                      </a:cubicBezTo>
                                      <a:cubicBezTo>
                                        <a:pt x="444" y="2571"/>
                                        <a:pt x="642" y="2398"/>
                                        <a:pt x="722" y="2218"/>
                                      </a:cubicBezTo>
                                      <a:cubicBezTo>
                                        <a:pt x="802" y="2038"/>
                                        <a:pt x="824" y="1825"/>
                                        <a:pt x="872" y="1658"/>
                                      </a:cubicBezTo>
                                      <a:cubicBezTo>
                                        <a:pt x="920" y="1491"/>
                                        <a:pt x="950" y="1370"/>
                                        <a:pt x="1012" y="1218"/>
                                      </a:cubicBezTo>
                                      <a:cubicBezTo>
                                        <a:pt x="1074" y="1066"/>
                                        <a:pt x="1180" y="921"/>
                                        <a:pt x="1242" y="748"/>
                                      </a:cubicBezTo>
                                      <a:cubicBezTo>
                                        <a:pt x="1304" y="575"/>
                                        <a:pt x="1345" y="300"/>
                                        <a:pt x="1382" y="178"/>
                                      </a:cubicBezTo>
                                      <a:cubicBezTo>
                                        <a:pt x="1419" y="56"/>
                                        <a:pt x="1435" y="0"/>
                                        <a:pt x="1462" y="18"/>
                                      </a:cubicBezTo>
                                      <a:cubicBezTo>
                                        <a:pt x="1489" y="36"/>
                                        <a:pt x="1507" y="166"/>
                                        <a:pt x="1542" y="288"/>
                                      </a:cubicBezTo>
                                      <a:cubicBezTo>
                                        <a:pt x="1577" y="410"/>
                                        <a:pt x="1607" y="518"/>
                                        <a:pt x="1672" y="748"/>
                                      </a:cubicBezTo>
                                      <a:cubicBezTo>
                                        <a:pt x="1737" y="978"/>
                                        <a:pt x="1860" y="1405"/>
                                        <a:pt x="1932" y="1668"/>
                                      </a:cubicBezTo>
                                      <a:cubicBezTo>
                                        <a:pt x="2004" y="1931"/>
                                        <a:pt x="2034" y="2160"/>
                                        <a:pt x="2102" y="2328"/>
                                      </a:cubicBezTo>
                                      <a:cubicBezTo>
                                        <a:pt x="2170" y="2496"/>
                                        <a:pt x="2289" y="2513"/>
                                        <a:pt x="2342" y="2678"/>
                                      </a:cubicBezTo>
                                      <a:cubicBezTo>
                                        <a:pt x="2395" y="2843"/>
                                        <a:pt x="2390" y="3148"/>
                                        <a:pt x="2422" y="3318"/>
                                      </a:cubicBezTo>
                                      <a:cubicBezTo>
                                        <a:pt x="2454" y="3488"/>
                                        <a:pt x="2457" y="3528"/>
                                        <a:pt x="2532" y="3698"/>
                                      </a:cubicBezTo>
                                      <a:cubicBezTo>
                                        <a:pt x="2607" y="3868"/>
                                        <a:pt x="2800" y="4173"/>
                                        <a:pt x="2872" y="4338"/>
                                      </a:cubicBezTo>
                                      <a:cubicBezTo>
                                        <a:pt x="2944" y="4503"/>
                                        <a:pt x="2949" y="4608"/>
                                        <a:pt x="2962" y="4688"/>
                                      </a:cubicBezTo>
                                      <a:cubicBezTo>
                                        <a:pt x="2975" y="4768"/>
                                        <a:pt x="2949" y="4770"/>
                                        <a:pt x="2952" y="4818"/>
                                      </a:cubicBezTo>
                                      <a:cubicBezTo>
                                        <a:pt x="2955" y="4866"/>
                                        <a:pt x="2968" y="4922"/>
                                        <a:pt x="2982" y="49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8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77" y="3273"/>
                                  <a:ext cx="886" cy="7984"/>
                                </a:xfrm>
                                <a:custGeom>
                                  <a:avLst/>
                                  <a:gdLst>
                                    <a:gd name="T0" fmla="*/ 53 w 843"/>
                                    <a:gd name="T1" fmla="*/ 0 h 7592"/>
                                    <a:gd name="T2" fmla="*/ 3 w 843"/>
                                    <a:gd name="T3" fmla="*/ 390 h 7592"/>
                                    <a:gd name="T4" fmla="*/ 73 w 843"/>
                                    <a:gd name="T5" fmla="*/ 730 h 7592"/>
                                    <a:gd name="T6" fmla="*/ 203 w 843"/>
                                    <a:gd name="T7" fmla="*/ 1330 h 7592"/>
                                    <a:gd name="T8" fmla="*/ 343 w 843"/>
                                    <a:gd name="T9" fmla="*/ 1780 h 7592"/>
                                    <a:gd name="T10" fmla="*/ 513 w 843"/>
                                    <a:gd name="T11" fmla="*/ 3330 h 7592"/>
                                    <a:gd name="T12" fmla="*/ 423 w 843"/>
                                    <a:gd name="T13" fmla="*/ 4340 h 7592"/>
                                    <a:gd name="T14" fmla="*/ 423 w 843"/>
                                    <a:gd name="T15" fmla="*/ 4780 h 7592"/>
                                    <a:gd name="T16" fmla="*/ 643 w 843"/>
                                    <a:gd name="T17" fmla="*/ 5400 h 7592"/>
                                    <a:gd name="T18" fmla="*/ 743 w 843"/>
                                    <a:gd name="T19" fmla="*/ 5910 h 7592"/>
                                    <a:gd name="T20" fmla="*/ 753 w 843"/>
                                    <a:gd name="T21" fmla="*/ 6950 h 7592"/>
                                    <a:gd name="T22" fmla="*/ 833 w 843"/>
                                    <a:gd name="T23" fmla="*/ 7310 h 7592"/>
                                    <a:gd name="T24" fmla="*/ 816 w 843"/>
                                    <a:gd name="T25" fmla="*/ 7592 h 75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43" h="7592">
                                      <a:moveTo>
                                        <a:pt x="53" y="0"/>
                                      </a:moveTo>
                                      <a:cubicBezTo>
                                        <a:pt x="26" y="134"/>
                                        <a:pt x="0" y="268"/>
                                        <a:pt x="3" y="390"/>
                                      </a:cubicBezTo>
                                      <a:cubicBezTo>
                                        <a:pt x="6" y="512"/>
                                        <a:pt x="40" y="573"/>
                                        <a:pt x="73" y="730"/>
                                      </a:cubicBezTo>
                                      <a:cubicBezTo>
                                        <a:pt x="106" y="887"/>
                                        <a:pt x="158" y="1155"/>
                                        <a:pt x="203" y="1330"/>
                                      </a:cubicBezTo>
                                      <a:cubicBezTo>
                                        <a:pt x="248" y="1505"/>
                                        <a:pt x="291" y="1447"/>
                                        <a:pt x="343" y="1780"/>
                                      </a:cubicBezTo>
                                      <a:cubicBezTo>
                                        <a:pt x="395" y="2113"/>
                                        <a:pt x="500" y="2903"/>
                                        <a:pt x="513" y="3330"/>
                                      </a:cubicBezTo>
                                      <a:cubicBezTo>
                                        <a:pt x="526" y="3757"/>
                                        <a:pt x="438" y="4098"/>
                                        <a:pt x="423" y="4340"/>
                                      </a:cubicBezTo>
                                      <a:cubicBezTo>
                                        <a:pt x="408" y="4582"/>
                                        <a:pt x="386" y="4603"/>
                                        <a:pt x="423" y="4780"/>
                                      </a:cubicBezTo>
                                      <a:cubicBezTo>
                                        <a:pt x="460" y="4957"/>
                                        <a:pt x="590" y="5212"/>
                                        <a:pt x="643" y="5400"/>
                                      </a:cubicBezTo>
                                      <a:cubicBezTo>
                                        <a:pt x="696" y="5588"/>
                                        <a:pt x="725" y="5652"/>
                                        <a:pt x="743" y="5910"/>
                                      </a:cubicBezTo>
                                      <a:cubicBezTo>
                                        <a:pt x="761" y="6168"/>
                                        <a:pt x="738" y="6717"/>
                                        <a:pt x="753" y="6950"/>
                                      </a:cubicBezTo>
                                      <a:cubicBezTo>
                                        <a:pt x="768" y="7183"/>
                                        <a:pt x="823" y="7203"/>
                                        <a:pt x="833" y="7310"/>
                                      </a:cubicBezTo>
                                      <a:cubicBezTo>
                                        <a:pt x="843" y="7417"/>
                                        <a:pt x="820" y="7533"/>
                                        <a:pt x="816" y="75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6E230E" id="Group 823" o:spid="_x0000_s1026" style="position:absolute;margin-left:137.05pt;margin-top:8.9pt;width:219.4pt;height:403.05pt;z-index:251708928" coordorigin="3875,3204" coordsize="4388,8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">
                      <v:shape id="Freeform 824" o:spid="_x0000_s1027" style="position:absolute;left:5999;top:4105;width:170;height:149;visibility:visible;mso-wrap-style:square;v-text-anchor:top" coordsize="89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" path="m19,c31,,69,2,79,11v10,9,8,40,3,46c77,63,58,40,50,46,42,52,39,97,36,96,33,95,32,52,33,39,34,26,45,22,40,18,35,14,8,17,4,14,,11,7,,19,xe" fillcolor="#ddd" stroked="f">
                        <v:path arrowok="t" o:connecttype="custom" o:connectlocs="36,0;151,17;157,88;96,71;69,147;63,60;76,28;8,22;36,0" o:connectangles="0,0,0,0,0,0,0,0,0"/>
                      </v:shape>
                      <v:shape id="Freeform 825" o:spid="_x0000_s1028" style="position:absolute;left:4868;top:3204;width:509;height:708;visibility:visible;mso-wrap-style:square;v-text-anchor:top" coordsize="26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" path="m29,4c53,,124,56,163,128v39,72,104,284,103,307c265,458,197,313,156,266,115,219,38,196,19,153,,110,5,8,29,4xe" fillcolor="#ddd" stroked="f">
                        <v:path arrowok="t" o:connecttype="custom" o:connectlocs="55,6;311,198;507,672;297,411;36,237;55,6" o:connectangles="0,0,0,0,0,0"/>
                      </v:shape>
                      <v:shape id="Freeform 826" o:spid="_x0000_s1029" style="position:absolute;left:7179;top:3432;width:182;height:574;visibility:visible;mso-wrap-style:square;v-text-anchor:top" coordsize="9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" path="m57,54c46,86,38,144,29,195,20,246,,351,4,361,8,371,41,278,54,255v13,-23,26,-9,31,-35c90,194,81,136,82,100,83,64,95,10,92,5,89,,68,22,57,54xe" fillcolor="#ddd" stroked="f">
                        <v:path arrowok="t" o:connecttype="custom" o:connectlocs="109,84;56,302;8,559;103,395;163,340;157,155;176,8;109,84" o:connectangles="0,0,0,0,0,0,0,0"/>
                      </v:shape>
                      <v:shape id="Freeform 827" o:spid="_x0000_s1030" style="position:absolute;left:4701;top:4385;width:176;height:1011;visibility:visible;mso-wrap-style:square;v-text-anchor:top" coordsize="92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" path="m32,31c42,62,76,214,84,296v8,82,5,170,-7,229c65,584,19,655,14,652,9,649,40,555,46,507v6,-48,11,-92,7,-141c49,317,30,248,21,211,12,174,,161,,144,,127,14,128,21,109,28,90,22,,32,31xe" fillcolor="#ddd" stroked="f">
                        <v:path arrowok="t" o:connecttype="custom" o:connectlocs="61,48;161,457;147,810;27,1006;88,783;101,565;40,326;0,222;40,168;61,48" o:connectangles="0,0,0,0,0,0,0,0,0,0"/>
                      </v:shape>
                      <v:shape id="Freeform 828" o:spid="_x0000_s1031" style="position:absolute;left:5076;top:5387;width:840;height:722;visibility:visible;mso-wrap-style:square;v-text-anchor:top" coordsize="440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" path="m12,14c24,28,160,115,227,187v67,72,161,234,187,257c440,467,397,364,386,328v-11,-36,-1,-62,-39,-99c309,192,213,142,157,106,101,70,,,12,14xe" fillcolor="#ddd" stroked="f">
                        <v:path arrowok="t" o:connecttype="custom" o:connectlocs="23,22;433,289;790,686;737,507;662,354;300,164;23,22" o:connectangles="0,0,0,0,0,0,0"/>
                      </v:shape>
                      <v:shape id="Freeform 829" o:spid="_x0000_s1032" style="position:absolute;left:6316;top:5360;width:901;height:712;visibility:visible;mso-wrap-style:square;v-text-anchor:top" coordsize="472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" path="m33,445c59,429,105,306,174,236,243,166,420,50,446,25,472,,379,52,329,85,279,118,198,181,146,222,94,263,36,294,18,332,,370,7,461,33,445xe" fillcolor="#ddd" stroked="f">
                        <v:path arrowok="t" o:connecttype="custom" o:connectlocs="63,687;332,364;851,39;628,131;279,343;34,513;63,687" o:connectangles="0,0,0,0,0,0,0"/>
                      </v:shape>
                      <v:shape id="Freeform 830" o:spid="_x0000_s1033" style="position:absolute;left:7242;top:4320;width:292;height:677;visibility:visible;mso-wrap-style:square;v-text-anchor:top" coordsize="153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" path="m102,9c92,18,68,106,59,158,50,210,58,278,49,324,40,370,,435,6,437v6,2,58,-72,82,-99c112,311,143,313,148,274,153,235,124,149,119,105,114,61,112,,102,9xe" fillcolor="#ddd" stroked="f">
                        <v:path arrowok="t" o:connecttype="custom" o:connectlocs="195,14;113,244;94,500;11,674;168,521;282,423;227,162;195,14" o:connectangles="0,0,0,0,0,0,0,0"/>
                      </v:shape>
                      <v:shape id="Freeform 831" o:spid="_x0000_s1034" style="position:absolute;left:5060;top:4801;width:702;height:418;visibility:visible;mso-wrap-style:square;v-text-anchor:top" coordsize="368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" path="m6,1c,,123,150,182,195v59,45,174,73,180,74c368,270,279,245,221,202,163,159,12,2,6,1xe" fillcolor="#ddd" stroked="f">
                        <v:path arrowok="t" o:connecttype="custom" o:connectlocs="11,2;347,302;691,416;422,313;11,2" o:connectangles="0,0,0,0,0"/>
                      </v:shape>
                      <v:shape id="Freeform 832" o:spid="_x0000_s1035" style="position:absolute;left:4169;top:7655;width:1024;height:1159;visibility:visible;mso-wrap-style:square;v-text-anchor:top" coordsize="536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" path="m99,v26,43,53,86,67,127c180,168,178,208,180,243v2,35,8,85,-4,96c164,350,127,302,109,307v-18,5,-36,40,-42,63c61,393,76,426,74,445v-2,19,-13,15,-21,42c45,514,14,575,25,610v11,35,60,74,95,85c155,706,199,695,233,678v34,-17,66,-56,88,-82c343,570,349,548,367,522v18,-26,38,-64,64,-84c457,418,516,400,526,399v10,-1,-15,22,-35,35c471,447,427,454,406,480v-21,26,-39,91,-39,113c367,615,415,597,409,610v-6,13,-52,42,-81,64c299,696,268,732,236,741v-32,9,-71,-1,-102,-14c103,714,71,684,49,663,27,642,6,635,3,603,,571,19,515,28,469,37,423,46,370,56,328,66,286,76,238,88,219v12,-19,34,10,43,-4c140,201,144,167,141,134,138,101,118,37,113,18e" fillcolor="#ddd" stroked="f">
                        <v:path arrowok="t" o:connecttype="custom" o:connectlocs="189,0;317,196;344,376;336,524;208,474;128,572;141,688;101,753;48,943;229,1074;445,1048;613,921;701,807;823,677;1005,617;938,671;776,742;701,916;781,943;627,1042;451,1145;256,1123;94,1025;6,932;53,725;107,507;168,338;250,332;269,207;216,28" o:connectangles="0,0,0,0,0,0,0,0,0,0,0,0,0,0,0,0,0,0,0,0,0,0,0,0,0,0,0,0,0,0"/>
                      </v:shape>
                      <v:shape id="Freeform 833" o:spid="_x0000_s1036" style="position:absolute;left:6893;top:7690;width:936;height:1140;visibility:visible;mso-wrap-style:square;v-text-anchor:top" coordsize="491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" path="m41,257v25,1,86,90,117,95c189,357,196,300,225,285v29,-15,82,-13,109,-21c361,256,376,258,387,239v11,-19,9,-58,11,-88c400,121,385,82,398,59,411,36,466,,475,13v9,13,-15,85,-21,124c448,176,453,228,436,250v-17,22,-51,15,-81,21c325,277,278,275,256,285v-22,10,-27,28,-35,49c213,355,203,390,207,412v4,22,37,36,39,53c248,482,213,486,218,514v5,28,25,98,56,120c305,656,376,656,405,648v29,-8,33,-34,46,-60c464,562,481,493,486,490v5,-3,-4,50,-7,81c476,602,486,650,468,677v-18,27,-63,51,-99,56c333,738,279,722,249,708,219,694,204,678,189,648,174,618,166,561,161,525v-5,-36,12,-75,-3,-95c143,410,98,419,73,405,48,391,12,370,6,345,,320,16,256,41,257xe" fillcolor="#ddd" stroked="f">
                        <v:path arrowok="t" o:connecttype="custom" o:connectlocs="78,397;301,544;429,440;637,408;738,369;759,233;759,91;905,20;865,212;831,386;677,419;488,440;421,516;395,636;469,718;416,794;522,979;772,1001;860,908;926,757;913,882;892,1046;703,1132;475,1094;360,1001;307,811;301,664;139,626;11,533;78,397" o:connectangles="0,0,0,0,0,0,0,0,0,0,0,0,0,0,0,0,0,0,0,0,0,0,0,0,0,0,0,0,0,0"/>
                      </v:shape>
                      <v:shape id="Freeform 834" o:spid="_x0000_s1037" style="position:absolute;left:6961;top:8736;width:679;height:1127;visibility:visible;mso-wrap-style:square;v-text-anchor:top" coordsize="356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" path="m55,154v16,24,59,29,102,102c200,329,280,521,312,595v32,74,44,134,36,106c340,673,289,504,266,429,243,354,242,312,210,253,178,194,107,114,72,73,37,32,4,,2,6,,12,49,88,58,112v9,24,-19,18,-3,42xe" fillcolor="#ddd" stroked="f">
                        <v:path arrowok="t" o:connecttype="custom" o:connectlocs="105,238;299,396;595,920;664,1084;507,663;401,391;137,113;4,9;111,173;105,238" o:connectangles="0,0,0,0,0,0,0,0,0,0"/>
                      </v:shape>
                      <v:shape id="Freeform 835" o:spid="_x0000_s1038" style="position:absolute;left:4590;top:8790;width:366;height:662;visibility:visible;mso-wrap-style:square;v-text-anchor:top" coordsize="191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" path="m160,32c133,79,106,127,79,191,52,255,2,403,1,416,,429,47,309,72,268v25,-41,61,-78,78,-99c167,148,168,167,174,141,180,115,191,28,188,14,185,,171,28,157,56e" fillcolor="#ddd" stroked="f">
                        <v:path arrowok="t" o:connecttype="custom" o:connectlocs="307,49;151,295;2,642;138,414;287,261;333,218;360,22;301,86" o:connectangles="0,0,0,0,0,0,0,0"/>
                      </v:shape>
                      <v:shape id="Freeform 836" o:spid="_x0000_s1039" style="position:absolute;left:4056;top:3286;width:2090;height:7936;visibility:visible;mso-wrap-style:square;v-text-anchor:top" coordsize="2090,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" path="m2090,v-2,68,-4,282,-7,408c2078,534,2088,637,2068,757v-20,120,-30,214,-106,374c1886,1291,1735,1500,1610,1718v-125,218,-269,339,-397,723c1085,2824,951,3570,838,4019,724,4468,640,4872,532,5134,425,5397,273,5389,189,5592,106,5795,61,6096,30,6351,,6607,12,6862,12,7126v,264,14,642,18,810e" filled="f">
                        <v:path arrowok="t" o:connecttype="custom" o:connectlocs="2090,0;2083,408;2068,757;1962,1131;1610,1718;1213,2441;838,4019;532,5134;189,5592;30,6351;12,7126;30,7936" o:connectangles="0,0,0,0,0,0,0,0,0,0,0,0"/>
                      </v:shape>
                      <v:shape id="Freeform 837" o:spid="_x0000_s1040" style="position:absolute;left:6329;top:3279;width:1773;height:7960;visibility:visible;mso-wrap-style:square;v-text-anchor:top" coordsize="1773,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" path="m,c5,121,10,520,33,729v23,209,13,272,107,527c234,1511,497,1980,597,2259v100,279,100,360,142,669c781,3238,808,3782,851,4114v43,331,106,616,146,801c1037,5100,1008,5077,1092,5228v83,152,321,326,407,597c1584,6097,1565,6557,1606,6856v41,299,114,576,141,760c1773,7800,1760,7888,1764,7960e" filled="f">
                        <v:path arrowok="t" o:connecttype="custom" o:connectlocs="0,0;33,729;140,1256;597,2259;739,2928;851,4114;997,4915;1092,5228;1499,5825;1606,6856;1747,7616;1764,7960" o:connectangles="0,0,0,0,0,0,0,0,0,0,0,0"/>
                      </v:shape>
                      <v:shape id="Freeform 838" o:spid="_x0000_s1041" style="position:absolute;left:5380;top:5096;width:423;height:1741;visibility:visible;mso-wrap-style:square;v-text-anchor:top" coordsize="436,1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" path="m11,1794c29,1610,40,1427,40,1257,40,1087,,919,10,776,20,633,52,513,100,401,148,289,250,169,296,102,342,35,368,2,378,1,388,,349,54,359,97v10,43,43,104,77,165e" filled="f">
                        <v:path arrowok="t" o:connecttype="custom" o:connectlocs="11,1741;39,1220;10,753;97,389;287,99;367,1;348,94;423,254" o:connectangles="0,0,0,0,0,0,0,0"/>
                      </v:shape>
                      <v:shape id="Freeform 839" o:spid="_x0000_s1042" style="position:absolute;left:6441;top:5004;width:436;height:1790;visibility:visible;mso-wrap-style:square;v-text-anchor:top" coordsize="415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" path="m353,1702v-7,-134,-13,-267,-9,-383c349,1203,369,1100,380,1006v11,-94,35,-162,28,-252c401,664,373,563,335,467,297,371,219,257,177,180,136,103,103,15,87,7,70,,91,84,77,137,62,189,33,256,,324e" filled="f">
                        <v:path arrowok="t" o:connecttype="custom" o:connectlocs="371,1790;361,1387;399,1058;429,793;352,491;186,189;91,7;81,144;0,341" o:connectangles="0,0,0,0,0,0,0,0,0"/>
                      </v:shape>
                      <v:shape id="Freeform 840" o:spid="_x0000_s1043" style="position:absolute;left:5792;top:4341;width:651;height:971;visibility:visible;mso-wrap-style:square;v-text-anchor:top" coordsize="651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" path="m51,966c43,949,2,907,1,860,,814,22,743,43,685,63,626,91,574,125,511,159,448,196,389,248,307,301,224,393,31,438,16,482,,487,125,518,212v31,87,84,244,105,326c644,620,639,657,642,704v3,47,9,72,,116c634,865,612,918,591,971e" filled="f">
                        <v:path arrowok="t" o:connecttype="custom" o:connectlocs="51,966;1,860;43,685;125,511;248,307;438,16;518,212;623,538;642,704;642,820;591,971" o:connectangles="0,0,0,0,0,0,0,0,0,0,0"/>
                      </v:shape>
                      <v:shape id="Freeform 841" o:spid="_x0000_s1044" style="position:absolute;left:4441;top:5952;width:916;height:5274;visibility:visible;mso-wrap-style:square;v-text-anchor:top" coordsize="871,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" path="m854,833v6,-94,11,-188,13,-282c869,458,871,355,864,271,856,186,848,,823,39,798,78,766,285,716,502,666,719,591,1065,524,1342v-68,277,-171,637,-215,825c266,2356,259,2350,260,2475v2,124,48,266,60,440c333,3090,385,3254,341,3525,296,3795,110,4289,55,4537,,4785,21,4916,12,5016e" filled="f">
                        <v:path arrowok="t" o:connecttype="custom" o:connectlocs="898,876;912,579;909,285;866,41;753,528;551,1411;325,2278;273,2602;337,3065;359,3706;58,4770;13,5274" o:connectangles="0,0,0,0,0,0,0,0,0,0,0,0"/>
                      </v:shape>
                      <v:shape id="Freeform 842" o:spid="_x0000_s1045" style="position:absolute;left:6863;top:6031;width:855;height:5191;visibility:visible;mso-wrap-style:square;v-text-anchor:top" coordsize="813,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" path="m,727c2,603,4,479,9,383,15,287,22,209,31,152,40,95,53,,66,41v13,41,27,204,41,360c121,557,132,780,152,977v21,197,44,400,76,602c260,1781,319,2044,343,2190v24,146,29,142,28,262c370,2573,331,2748,335,2913v4,166,-10,293,58,531c461,3682,671,4089,741,4338v70,249,57,474,72,599e" filled="f">
                        <v:path arrowok="t" o:connecttype="custom" o:connectlocs="0,764;9,403;33,160;69,43;113,422;160,1027;240,1660;361,2303;390,2578;352,3063;413,3621;779,4561;855,5191" o:connectangles="0,0,0,0,0,0,0,0,0,0,0,0,0"/>
                      </v:shape>
                      <v:shape id="Freeform 843" o:spid="_x0000_s1046" style="position:absolute;left:4118;top:8589;width:526;height:2629;visibility:visible;mso-wrap-style:square;v-text-anchor:top" coordsize="500,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" path="m36,2500c35,2399,27,2122,25,1889,23,1656,,1353,24,1104,47,855,112,557,163,393,214,230,277,187,329,123,381,58,450,11,475,6v25,-6,10,26,4,85c472,150,468,196,434,359,399,523,314,850,273,1074v-42,223,-68,460,-89,628c163,1870,154,1965,143,2083v-11,118,-19,257,-24,325e" filled="f">
                        <v:path arrowok="t" o:connecttype="custom" o:connectlocs="38,2629;26,1986;25,1161;171,413;346,129;500,6;504,96;457,378;287,1129;194,1790;150,2190;125,2532" o:connectangles="0,0,0,0,0,0,0,0,0,0,0,0"/>
                      </v:shape>
                      <v:shape id="Freeform 844" o:spid="_x0000_s1047" style="position:absolute;left:4296;top:8929;width:455;height:2289;visibility:visible;mso-wrap-style:square;v-text-anchor:top" coordsize="433,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" path="m,2085v5,-67,15,-254,33,-402c51,1535,85,1349,109,1197v24,-153,37,-261,67,-429c207,600,261,316,292,188,322,61,342,,362,1v19,1,36,125,48,194c422,264,433,332,431,416v-2,85,-9,161,-35,291c370,838,317,1041,274,1201v-42,161,-104,307,-134,469c110,1832,102,2072,92,2177e" filled="f">
                        <v:path arrowok="t" o:connecttype="custom" o:connectlocs="0,2192;35,1770;115,1259;185,808;307,198;380,1;431,205;453,437;416,743;288,1263;147,1756;97,2289" o:connectangles="0,0,0,0,0,0,0,0,0,0,0,0"/>
                      </v:shape>
                      <v:shape id="Freeform 845" o:spid="_x0000_s1048" style="position:absolute;left:7280;top:8807;width:582;height:2411;visibility:visible;mso-wrap-style:square;v-text-anchor:top" coordsize="554,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" path="m467,2293v-3,-62,-8,-254,-21,-369c433,1809,440,1754,390,1605,340,1456,209,1198,148,1031,87,863,46,736,23,601,,466,8,321,10,223,12,126,18,,37,12v18,12,49,113,83,284c154,467,185,825,242,1040v57,215,169,400,218,548c509,1736,520,1827,536,1928v16,101,14,213,18,269e" filled="f">
                        <v:path arrowok="t" o:connecttype="custom" o:connectlocs="491,2411;469,2023;410,1688;155,1084;24,632;11,234;39,13;126,311;254,1094;483,1670;563,2027;582,2310" o:connectangles="0,0,0,0,0,0,0,0,0,0,0,0"/>
                      </v:shape>
                      <v:shape id="Freeform 846" o:spid="_x0000_s1049" style="position:absolute;left:7354;top:8560;width:675;height:2679;visibility:visible;mso-wrap-style:square;v-text-anchor:top" coordsize="641,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" path="m537,2427v-10,-91,-10,-343,-62,-545c423,1680,282,1433,225,1212,168,991,167,749,131,556,95,363,,103,10,52,20,,129,156,195,247v65,90,163,199,207,346c447,740,444,968,458,1126v14,159,11,291,29,421c505,1677,543,1776,567,1907v24,131,52,322,63,429c641,2443,633,2503,634,2547e" filled="f">
                        <v:path arrowok="t" o:connecttype="custom" o:connectlocs="565,2553;500,1980;237,1275;138,585;11,55;205,260;423,624;482,1184;513,1627;597,2006;663,2457;668,2679" o:connectangles="0,0,0,0,0,0,0,0,0,0,0,0"/>
                      </v:shape>
                      <v:shape id="Freeform 847" o:spid="_x0000_s1050" style="position:absolute;left:3875;top:3273;width:837;height:7957;visibility:visible;mso-wrap-style:square;v-text-anchor:top" coordsize="796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" path="m753,v21,177,43,355,,670c710,985,550,1502,493,1890v-57,388,-58,748,-80,1110c391,3362,380,3773,363,4060v-17,287,-30,515,-50,660c293,4865,270,4835,243,4930v-27,95,-53,233,-90,360c116,5417,46,5528,23,5690,,5852,5,6002,13,6260v8,258,53,762,60,980c80,7458,59,7499,55,7567e" filled="f" strokecolor="gray" strokeweight="1pt">
                        <v:path arrowok="t" o:connecttype="custom" o:connectlocs="792,0;792,705;518,1987;434,3155;382,4269;329,4963;256,5184;161,5563;24,5983;14,6583;77,7613;58,7957" o:connectangles="0,0,0,0,0,0,0,0,0,0,0,0"/>
                      </v:shape>
                      <v:shape id="Freeform 848" o:spid="_x0000_s1051" style="position:absolute;left:4528;top:6031;width:3136;height:5234;visibility:visible;mso-wrap-style:square;v-text-anchor:top" coordsize="2982,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" path="m29,4941v1,-16,7,-48,4,-95c30,4799,,4749,12,4658v12,-91,23,-120,90,-360c169,4058,364,3478,412,3218v48,-260,-72,-313,-20,-480c444,2571,642,2398,722,2218v80,-180,102,-393,150,-560c920,1491,950,1370,1012,1218v62,-152,168,-297,230,-470c1304,575,1345,300,1382,178,1419,56,1435,,1462,18v27,18,45,148,80,270c1577,410,1607,518,1672,748v65,230,188,657,260,920c2004,1931,2034,2160,2102,2328v68,168,187,185,240,350c2395,2843,2390,3148,2422,3318v32,170,35,210,110,380c2607,3868,2800,4173,2872,4338v72,165,77,270,90,350c2975,4768,2949,4770,2952,4818v3,48,16,104,30,160e" filled="f" strokecolor="gray" strokeweight="1pt">
                        <v:path arrowok="t" o:connecttype="custom" o:connectlocs="30,5195;35,5095;13,4898;107,4519;433,3383;412,2879;759,2332;917,1743;1064,1281;1306,786;1453,187;1538,19;1622,303;1758,786;2032,1754;2211,2448;2463,2816;2547,3489;2663,3888;3020,4561;3115,4929;3104,5066;3136,5234" o:connectangles="0,0,0,0,0,0,0,0,0,0,0,0,0,0,0,0,0,0,0,0,0,0,0"/>
                      </v:shape>
                      <v:shape id="Freeform 849" o:spid="_x0000_s1052" style="position:absolute;left:7377;top:3273;width:886;height:7984;visibility:visible;mso-wrap-style:square;v-text-anchor:top" coordsize="843,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" path="m53,c26,134,,268,3,390,6,512,40,573,73,730v33,157,85,425,130,600c248,1505,291,1447,343,1780v52,333,157,1123,170,1550c526,3757,438,4098,423,4340v-15,242,-37,263,,440c460,4957,590,5212,643,5400v53,188,82,252,100,510c761,6168,738,6717,753,6950v15,233,70,253,80,360c843,7417,820,7533,816,7592e" filled="f" strokecolor="gray" strokeweight="1pt">
                        <v:path arrowok="t" o:connecttype="custom" o:connectlocs="56,0;3,410;77,768;213,1399;360,1872;539,3502;445,4564;445,5027;676,5679;781,6215;791,7309;875,7687;858,7984" o:connectangles="0,0,0,0,0,0,0,0,0,0,0,0,0"/>
                      </v:shape>
                    </v:group>
                  </w:pict>
                </mc:Fallback>
              </mc:AlternateContent>
            </w:r>
            <w:r w:rsidR="00F66408" w:rsidRPr="001B1BC9">
              <w:rPr>
                <w:rFonts w:ascii="Arial" w:hAnsi="Arial"/>
                <w:b/>
                <w:bCs/>
                <w:sz w:val="18"/>
                <w:szCs w:val="20"/>
              </w:rPr>
              <w:t>Bilateral Lower Extremity Arterial Duplex</w:t>
            </w:r>
          </w:p>
        </w:tc>
      </w:tr>
      <w:tr w:rsidR="00F66408" w:rsidRPr="001B1BC9" w:rsidTr="001B1BC9">
        <w:trPr>
          <w:gridAfter w:val="1"/>
          <w:wAfter w:w="13" w:type="dxa"/>
          <w:trHeight w:val="7938"/>
        </w:trPr>
        <w:tc>
          <w:tcPr>
            <w:tcW w:w="974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66408" w:rsidRPr="001B1BC9" w:rsidRDefault="003D4D6A" w:rsidP="00F66408">
            <w:pPr>
              <w:tabs>
                <w:tab w:val="left" w:pos="2127"/>
              </w:tabs>
              <w:jc w:val="center"/>
              <w:rPr>
                <w:rFonts w:ascii="Arial" w:hAnsi="Arial"/>
                <w:color w:val="808080"/>
                <w:sz w:val="18"/>
                <w:szCs w:val="18"/>
              </w:rPr>
            </w:pPr>
            <w:bookmarkStart w:id="0" w:name="_GoBack"/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64224" behindDoc="0" locked="0" layoutInCell="1" allowOverlap="1">
                      <wp:simplePos x="0" y="0"/>
                      <wp:positionH relativeFrom="column">
                        <wp:posOffset>2949023</wp:posOffset>
                      </wp:positionH>
                      <wp:positionV relativeFrom="paragraph">
                        <wp:posOffset>609269</wp:posOffset>
                      </wp:positionV>
                      <wp:extent cx="580445" cy="7951"/>
                      <wp:effectExtent l="0" t="0" r="29210" b="30480"/>
                      <wp:wrapNone/>
                      <wp:docPr id="80" name="Straight Connector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0445" cy="79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057C73" id="Straight Connector 80" o:spid="_x0000_s1026" style="position:absolute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2pt,47.95pt" to="277.9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bookmarkEnd w:id="0"/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63200" behindDoc="0" locked="0" layoutInCell="1" allowOverlap="1">
                      <wp:simplePos x="0" y="0"/>
                      <wp:positionH relativeFrom="column">
                        <wp:posOffset>3550285</wp:posOffset>
                      </wp:positionH>
                      <wp:positionV relativeFrom="paragraph">
                        <wp:posOffset>1161415</wp:posOffset>
                      </wp:positionV>
                      <wp:extent cx="186055" cy="471805"/>
                      <wp:effectExtent l="41275" t="10795" r="77470" b="12700"/>
                      <wp:wrapNone/>
                      <wp:docPr id="42" name="Freeform 9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6055" cy="471805"/>
                              </a:xfrm>
                              <a:custGeom>
                                <a:avLst/>
                                <a:gdLst>
                                  <a:gd name="T0" fmla="*/ 0 w 293"/>
                                  <a:gd name="T1" fmla="*/ 0 h 743"/>
                                  <a:gd name="T2" fmla="*/ 72 w 293"/>
                                  <a:gd name="T3" fmla="*/ 205 h 743"/>
                                  <a:gd name="T4" fmla="*/ 198 w 293"/>
                                  <a:gd name="T5" fmla="*/ 411 h 743"/>
                                  <a:gd name="T6" fmla="*/ 293 w 293"/>
                                  <a:gd name="T7" fmla="*/ 743 h 743"/>
                                  <a:gd name="T8" fmla="*/ 230 w 293"/>
                                  <a:gd name="T9" fmla="*/ 490 h 743"/>
                                  <a:gd name="T10" fmla="*/ 0 w 293"/>
                                  <a:gd name="T11" fmla="*/ 0 h 7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93" h="743">
                                    <a:moveTo>
                                      <a:pt x="0" y="0"/>
                                    </a:moveTo>
                                    <a:lnTo>
                                      <a:pt x="72" y="205"/>
                                    </a:lnTo>
                                    <a:lnTo>
                                      <a:pt x="198" y="411"/>
                                    </a:lnTo>
                                    <a:lnTo>
                                      <a:pt x="293" y="743"/>
                                    </a:lnTo>
                                    <a:lnTo>
                                      <a:pt x="230" y="49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30080" id="Freeform 902" o:spid="_x0000_s1026" style="position:absolute;margin-left:279.55pt;margin-top:91.45pt;width:14.65pt;height:37.15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3,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" path="m,l72,205,198,411r95,332l230,490,,xe" fillcolor="#333">
                      <v:path arrowok="t" o:connecttype="custom" o:connectlocs="0,0;45720,130175;125730,260985;186055,471805;146050,311150;0,0" o:connectangles="0,0,0,0,0,0"/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6336" behindDoc="0" locked="0" layoutInCell="1" allowOverlap="1">
                      <wp:simplePos x="0" y="0"/>
                      <wp:positionH relativeFrom="column">
                        <wp:posOffset>3255010</wp:posOffset>
                      </wp:positionH>
                      <wp:positionV relativeFrom="paragraph">
                        <wp:posOffset>2777490</wp:posOffset>
                      </wp:positionV>
                      <wp:extent cx="509270" cy="252095"/>
                      <wp:effectExtent l="3175" t="7620" r="1905" b="6985"/>
                      <wp:wrapNone/>
                      <wp:docPr id="41" name="Text Box 8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9270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6262" w:rsidRDefault="00DF6262" w:rsidP="00DF626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M155/100</w:t>
                                  </w:r>
                                </w:p>
                                <w:p w:rsidR="00DF6262" w:rsidRPr="00DF6262" w:rsidRDefault="00DF6262" w:rsidP="00DF6262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&lt;50%</w:t>
                                  </w:r>
                                </w:p>
                                <w:p w:rsidR="00DF6262" w:rsidRPr="004E4B01" w:rsidRDefault="00DF6262" w:rsidP="00DF6262">
                                  <w:pPr>
                                    <w:jc w:val="center"/>
                                  </w:pPr>
                                </w:p>
                                <w:p w:rsidR="00F66408" w:rsidRPr="004E4B01" w:rsidRDefault="00F66408" w:rsidP="00556C0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66" o:spid="_x0000_s1026" type="#_x0000_t202" style="position:absolute;left:0;text-align:left;margin-left:256.3pt;margin-top:218.7pt;width:40.1pt;height:19.8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F6262" w:rsidRDefault="00DF6262" w:rsidP="00DF6262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M155/100</w:t>
                            </w:r>
                          </w:p>
                          <w:p w:rsidR="00DF6262" w:rsidRPr="00DF6262" w:rsidRDefault="00DF6262" w:rsidP="00DF6262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&lt;50%</w:t>
                            </w:r>
                          </w:p>
                          <w:p w:rsidR="00DF6262" w:rsidRPr="004E4B01" w:rsidRDefault="00DF6262" w:rsidP="00DF6262">
                            <w:pPr>
                              <w:jc w:val="center"/>
                            </w:pPr>
                          </w:p>
                          <w:p w:rsidR="00F66408" w:rsidRPr="004E4B01" w:rsidRDefault="00F66408" w:rsidP="00556C0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31456" behindDoc="0" locked="0" layoutInCell="1" allowOverlap="1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2780665</wp:posOffset>
                      </wp:positionV>
                      <wp:extent cx="485140" cy="247650"/>
                      <wp:effectExtent l="635" t="1270" r="0" b="8255"/>
                      <wp:wrapNone/>
                      <wp:docPr id="40" name="Text Box 8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14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6408" w:rsidRDefault="00DF6262" w:rsidP="00556C0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T175/125</w:t>
                                  </w:r>
                                </w:p>
                                <w:p w:rsidR="00DF6262" w:rsidRPr="00DF6262" w:rsidRDefault="00DF6262" w:rsidP="00DF6262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&lt;50</w:t>
                                  </w:r>
                                  <w:r w:rsidRPr="00DF6262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%</w:t>
                                  </w:r>
                                </w:p>
                                <w:p w:rsidR="00DF6262" w:rsidRPr="004E4B01" w:rsidRDefault="00DF6262" w:rsidP="00556C0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1" o:spid="_x0000_s1027" type="#_x0000_t202" style="position:absolute;left:0;text-align:left;margin-left:190.85pt;margin-top:218.95pt;width:38.2pt;height:19.5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66408" w:rsidRDefault="00DF6262" w:rsidP="00556C0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T175/125</w:t>
                            </w:r>
                          </w:p>
                          <w:p w:rsidR="00DF6262" w:rsidRPr="00DF6262" w:rsidRDefault="00DF6262" w:rsidP="00DF6262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&lt;50</w:t>
                            </w:r>
                            <w:r w:rsidRPr="00DF6262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%</w:t>
                            </w:r>
                          </w:p>
                          <w:p w:rsidR="00DF6262" w:rsidRPr="004E4B01" w:rsidRDefault="00DF6262" w:rsidP="00556C0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8384" behindDoc="0" locked="0" layoutInCell="1" allowOverlap="1">
                      <wp:simplePos x="0" y="0"/>
                      <wp:positionH relativeFrom="column">
                        <wp:posOffset>3879215</wp:posOffset>
                      </wp:positionH>
                      <wp:positionV relativeFrom="paragraph">
                        <wp:posOffset>2362835</wp:posOffset>
                      </wp:positionV>
                      <wp:extent cx="417830" cy="223520"/>
                      <wp:effectExtent l="8255" t="2540" r="2540" b="2540"/>
                      <wp:wrapNone/>
                      <wp:docPr id="39" name="Text Box 8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783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6408" w:rsidRDefault="00DF6262" w:rsidP="00556C0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M548</w:t>
                                  </w:r>
                                </w:p>
                                <w:p w:rsidR="00DF6262" w:rsidRPr="00DF6262" w:rsidRDefault="00DF6262" w:rsidP="00556C09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DF6262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75-99%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8" o:spid="_x0000_s1028" type="#_x0000_t202" style="position:absolute;left:0;text-align:left;margin-left:305.45pt;margin-top:186.05pt;width:32.9pt;height:17.6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66408" w:rsidRDefault="00DF6262" w:rsidP="00556C0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M548</w:t>
                            </w:r>
                          </w:p>
                          <w:p w:rsidR="00DF6262" w:rsidRPr="00DF6262" w:rsidRDefault="00DF6262" w:rsidP="00556C09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DF6262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75-99%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62176" behindDoc="0" locked="0" layoutInCell="1" allowOverlap="1">
                      <wp:simplePos x="0" y="0"/>
                      <wp:positionH relativeFrom="column">
                        <wp:posOffset>3800475</wp:posOffset>
                      </wp:positionH>
                      <wp:positionV relativeFrom="paragraph">
                        <wp:posOffset>2894965</wp:posOffset>
                      </wp:positionV>
                      <wp:extent cx="47625" cy="155575"/>
                      <wp:effectExtent l="5715" t="10795" r="13335" b="33655"/>
                      <wp:wrapNone/>
                      <wp:docPr id="38" name="Freeform 9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7625" cy="155575"/>
                              </a:xfrm>
                              <a:custGeom>
                                <a:avLst/>
                                <a:gdLst>
                                  <a:gd name="T0" fmla="*/ 12 w 75"/>
                                  <a:gd name="T1" fmla="*/ 0 h 245"/>
                                  <a:gd name="T2" fmla="*/ 75 w 75"/>
                                  <a:gd name="T3" fmla="*/ 138 h 245"/>
                                  <a:gd name="T4" fmla="*/ 62 w 75"/>
                                  <a:gd name="T5" fmla="*/ 245 h 245"/>
                                  <a:gd name="T6" fmla="*/ 0 w 75"/>
                                  <a:gd name="T7" fmla="*/ 7 h 2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75" h="245">
                                    <a:moveTo>
                                      <a:pt x="12" y="0"/>
                                    </a:moveTo>
                                    <a:lnTo>
                                      <a:pt x="75" y="138"/>
                                    </a:lnTo>
                                    <a:lnTo>
                                      <a:pt x="62" y="245"/>
                                    </a:lnTo>
                                    <a:lnTo>
                                      <a:pt x="0" y="7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7CF4F0E" id="Freeform 901" o:spid="_x0000_s1026" style="position:absolute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99.85pt,227.95pt,303pt,234.85pt,302.35pt,240.2pt,299.25pt,228.3pt" coordsize="7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" fillcolor="#333">
                      <v:path arrowok="t" o:connecttype="custom" o:connectlocs="7620,0;47625,87630;39370,155575;0,4445" o:connectangles="0,0,0,0"/>
                    </v:polylin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6032" behindDoc="0" locked="0" layoutInCell="1" allowOverlap="1">
                      <wp:simplePos x="0" y="0"/>
                      <wp:positionH relativeFrom="column">
                        <wp:posOffset>2707005</wp:posOffset>
                      </wp:positionH>
                      <wp:positionV relativeFrom="paragraph">
                        <wp:posOffset>1078865</wp:posOffset>
                      </wp:positionV>
                      <wp:extent cx="314325" cy="212725"/>
                      <wp:effectExtent l="7620" t="13970" r="11430" b="11430"/>
                      <wp:wrapNone/>
                      <wp:docPr id="37" name="Freeform 8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4325" cy="212725"/>
                              </a:xfrm>
                              <a:custGeom>
                                <a:avLst/>
                                <a:gdLst>
                                  <a:gd name="T0" fmla="*/ 0 w 495"/>
                                  <a:gd name="T1" fmla="*/ 0 h 335"/>
                                  <a:gd name="T2" fmla="*/ 495 w 495"/>
                                  <a:gd name="T3" fmla="*/ 335 h 3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495" h="335">
                                    <a:moveTo>
                                      <a:pt x="0" y="0"/>
                                    </a:moveTo>
                                    <a:cubicBezTo>
                                      <a:pt x="0" y="0"/>
                                      <a:pt x="247" y="167"/>
                                      <a:pt x="495" y="335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44C48947" id="Freeform 895" o:spid="_x0000_s1026" style="position:absolute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13.15pt,84.95pt" control1="213.15pt,84.95pt" control2="225.5pt,93.3pt" to="237.9pt,101.7pt" coordsize="495,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" filled="f">
                      <v:path arrowok="t" o:connecttype="custom" o:connectlocs="0,0;314325,212725" o:connectangles="0,0"/>
                    </v:curv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7056" behindDoc="0" locked="0" layoutInCell="1" allowOverlap="1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889635</wp:posOffset>
                      </wp:positionV>
                      <wp:extent cx="314325" cy="212725"/>
                      <wp:effectExtent l="10795" t="5715" r="8255" b="10160"/>
                      <wp:wrapNone/>
                      <wp:docPr id="36" name="Freeform 8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4325" cy="212725"/>
                              </a:xfrm>
                              <a:custGeom>
                                <a:avLst/>
                                <a:gdLst>
                                  <a:gd name="T0" fmla="*/ 0 w 495"/>
                                  <a:gd name="T1" fmla="*/ 0 h 335"/>
                                  <a:gd name="T2" fmla="*/ 495 w 495"/>
                                  <a:gd name="T3" fmla="*/ 335 h 3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495" h="335">
                                    <a:moveTo>
                                      <a:pt x="0" y="0"/>
                                    </a:moveTo>
                                    <a:cubicBezTo>
                                      <a:pt x="0" y="0"/>
                                      <a:pt x="247" y="167"/>
                                      <a:pt x="495" y="335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377DF330" id="Freeform 896" o:spid="_x0000_s1026" style="position:absolute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21.65pt,70.05pt" control1="221.65pt,70.05pt" control2="234pt,78.4pt" to="246.4pt,86.8pt" coordsize="495,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" filled="f">
                      <v:path arrowok="t" o:connecttype="custom" o:connectlocs="0,0;314325,212725" o:connectangles="0,0"/>
                    </v:curv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8080" behindDoc="0" locked="0" layoutInCell="1" allowOverlap="1">
                      <wp:simplePos x="0" y="0"/>
                      <wp:positionH relativeFrom="column">
                        <wp:posOffset>2904490</wp:posOffset>
                      </wp:positionH>
                      <wp:positionV relativeFrom="paragraph">
                        <wp:posOffset>721360</wp:posOffset>
                      </wp:positionV>
                      <wp:extent cx="314325" cy="212725"/>
                      <wp:effectExtent l="5080" t="8890" r="13970" b="6985"/>
                      <wp:wrapNone/>
                      <wp:docPr id="35" name="Freeform 8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4325" cy="212725"/>
                              </a:xfrm>
                              <a:custGeom>
                                <a:avLst/>
                                <a:gdLst>
                                  <a:gd name="T0" fmla="*/ 0 w 495"/>
                                  <a:gd name="T1" fmla="*/ 0 h 335"/>
                                  <a:gd name="T2" fmla="*/ 495 w 495"/>
                                  <a:gd name="T3" fmla="*/ 335 h 3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495" h="335">
                                    <a:moveTo>
                                      <a:pt x="0" y="0"/>
                                    </a:moveTo>
                                    <a:cubicBezTo>
                                      <a:pt x="0" y="0"/>
                                      <a:pt x="247" y="167"/>
                                      <a:pt x="495" y="335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0F304CD3" id="Freeform 897" o:spid="_x0000_s1026" style="position:absolute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28.7pt,56.8pt" control1="228.7pt,56.8pt" control2="241.05pt,65.15pt" to="253.45pt,73.55pt" coordsize="495,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" filled="f">
                      <v:path arrowok="t" o:connecttype="custom" o:connectlocs="0,0;314325,212725" o:connectangles="0,0"/>
                    </v:curv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60128" behindDoc="0" locked="0" layoutInCell="1" allowOverlap="1">
                      <wp:simplePos x="0" y="0"/>
                      <wp:positionH relativeFrom="column">
                        <wp:posOffset>3268980</wp:posOffset>
                      </wp:positionH>
                      <wp:positionV relativeFrom="paragraph">
                        <wp:posOffset>944880</wp:posOffset>
                      </wp:positionV>
                      <wp:extent cx="285750" cy="146050"/>
                      <wp:effectExtent l="7620" t="13335" r="11430" b="12065"/>
                      <wp:wrapNone/>
                      <wp:docPr id="34" name="AutoShape 8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85750" cy="146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F195A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99" o:spid="_x0000_s1026" type="#_x0000_t32" style="position:absolute;margin-left:257.4pt;margin-top:74.4pt;width:22.5pt;height:11.5pt;flip:y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"/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61152" behindDoc="0" locked="0" layoutInCell="1" allowOverlap="1">
                      <wp:simplePos x="0" y="0"/>
                      <wp:positionH relativeFrom="column">
                        <wp:posOffset>3319780</wp:posOffset>
                      </wp:positionH>
                      <wp:positionV relativeFrom="paragraph">
                        <wp:posOffset>1062355</wp:posOffset>
                      </wp:positionV>
                      <wp:extent cx="285750" cy="146050"/>
                      <wp:effectExtent l="10795" t="6985" r="8255" b="8890"/>
                      <wp:wrapNone/>
                      <wp:docPr id="33" name="AutoShape 9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85750" cy="146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EA5966" id="AutoShape 900" o:spid="_x0000_s1026" type="#_x0000_t32" style="position:absolute;margin-left:261.4pt;margin-top:83.65pt;width:22.5pt;height:11.5pt;flip:y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"/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9104" behindDoc="0" locked="0" layoutInCell="1" allowOverlap="1">
                      <wp:simplePos x="0" y="0"/>
                      <wp:positionH relativeFrom="column">
                        <wp:posOffset>3246120</wp:posOffset>
                      </wp:positionH>
                      <wp:positionV relativeFrom="paragraph">
                        <wp:posOffset>769620</wp:posOffset>
                      </wp:positionV>
                      <wp:extent cx="285750" cy="146050"/>
                      <wp:effectExtent l="13335" t="9525" r="5715" b="6350"/>
                      <wp:wrapNone/>
                      <wp:docPr id="32" name="AutoShape 8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85750" cy="146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BA01E2" id="AutoShape 898" o:spid="_x0000_s1026" type="#_x0000_t32" style="position:absolute;margin-left:255.6pt;margin-top:60.6pt;width:22.5pt;height:11.5pt;flip:y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"/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5008" behindDoc="0" locked="0" layoutInCell="1" allowOverlap="1">
                      <wp:simplePos x="0" y="0"/>
                      <wp:positionH relativeFrom="column">
                        <wp:posOffset>1188085</wp:posOffset>
                      </wp:positionH>
                      <wp:positionV relativeFrom="paragraph">
                        <wp:posOffset>3345180</wp:posOffset>
                      </wp:positionV>
                      <wp:extent cx="4326255" cy="6985"/>
                      <wp:effectExtent l="12700" t="13335" r="13970" b="8255"/>
                      <wp:wrapNone/>
                      <wp:docPr id="31" name="AutoShape 8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26255" cy="6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CE3A9" id="AutoShape 894" o:spid="_x0000_s1026" type="#_x0000_t32" style="position:absolute;margin-left:93.55pt;margin-top:263.4pt;width:340.65pt;height:.5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"/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47840" behindDoc="0" locked="0" layoutInCell="1" allowOverlap="1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3816350</wp:posOffset>
                      </wp:positionV>
                      <wp:extent cx="4326255" cy="6985"/>
                      <wp:effectExtent l="9525" t="8255" r="7620" b="13335"/>
                      <wp:wrapNone/>
                      <wp:docPr id="30" name="AutoShape 8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26255" cy="6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FCD75F" id="AutoShape 887" o:spid="_x0000_s1026" type="#_x0000_t32" style="position:absolute;margin-left:78.3pt;margin-top:300.5pt;width:340.65pt;height:.55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"/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>
                      <wp:simplePos x="0" y="0"/>
                      <wp:positionH relativeFrom="column">
                        <wp:posOffset>3743960</wp:posOffset>
                      </wp:positionH>
                      <wp:positionV relativeFrom="paragraph">
                        <wp:posOffset>1653540</wp:posOffset>
                      </wp:positionV>
                      <wp:extent cx="186055" cy="1427480"/>
                      <wp:effectExtent l="15875" t="74295" r="36195" b="12700"/>
                      <wp:wrapNone/>
                      <wp:docPr id="29" name="Freeform 8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6055" cy="1427480"/>
                              </a:xfrm>
                              <a:custGeom>
                                <a:avLst/>
                                <a:gdLst>
                                  <a:gd name="T0" fmla="*/ 0 w 293"/>
                                  <a:gd name="T1" fmla="*/ 0 h 2248"/>
                                  <a:gd name="T2" fmla="*/ 58 w 293"/>
                                  <a:gd name="T3" fmla="*/ 742 h 2248"/>
                                  <a:gd name="T4" fmla="*/ 104 w 293"/>
                                  <a:gd name="T5" fmla="*/ 1361 h 2248"/>
                                  <a:gd name="T6" fmla="*/ 195 w 293"/>
                                  <a:gd name="T7" fmla="*/ 1889 h 2248"/>
                                  <a:gd name="T8" fmla="*/ 293 w 293"/>
                                  <a:gd name="T9" fmla="*/ 2248 h 2248"/>
                                  <a:gd name="T10" fmla="*/ 195 w 293"/>
                                  <a:gd name="T11" fmla="*/ 1733 h 2248"/>
                                  <a:gd name="T12" fmla="*/ 123 w 293"/>
                                  <a:gd name="T13" fmla="*/ 1277 h 2248"/>
                                  <a:gd name="T14" fmla="*/ 39 w 293"/>
                                  <a:gd name="T15" fmla="*/ 169 h 2248"/>
                                  <a:gd name="T16" fmla="*/ 0 w 293"/>
                                  <a:gd name="T17" fmla="*/ 0 h 224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93" h="2248">
                                    <a:moveTo>
                                      <a:pt x="0" y="0"/>
                                    </a:moveTo>
                                    <a:lnTo>
                                      <a:pt x="58" y="742"/>
                                    </a:lnTo>
                                    <a:lnTo>
                                      <a:pt x="104" y="1361"/>
                                    </a:lnTo>
                                    <a:lnTo>
                                      <a:pt x="195" y="1889"/>
                                    </a:lnTo>
                                    <a:lnTo>
                                      <a:pt x="293" y="2248"/>
                                    </a:lnTo>
                                    <a:lnTo>
                                      <a:pt x="195" y="1733"/>
                                    </a:lnTo>
                                    <a:lnTo>
                                      <a:pt x="123" y="1277"/>
                                    </a:lnTo>
                                    <a:lnTo>
                                      <a:pt x="39" y="16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B48AEF" id="Freeform 892" o:spid="_x0000_s1026" style="position:absolute;margin-left:294.8pt;margin-top:130.2pt;width:14.65pt;height:112.4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3,2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" path="m,l58,742r46,619l195,1889r98,359l195,1733,123,1277,39,169,,xe" fillcolor="#333">
                      <v:path arrowok="t" o:connecttype="custom" o:connectlocs="0,0;36830,471170;66040,864235;123825,1199515;186055,1427480;123825,1100455;78105,810895;24765,107315;0,0" o:connectangles="0,0,0,0,0,0,0,0,0"/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3984" behindDoc="0" locked="0" layoutInCell="1" allowOverlap="1">
                      <wp:simplePos x="0" y="0"/>
                      <wp:positionH relativeFrom="column">
                        <wp:posOffset>3740785</wp:posOffset>
                      </wp:positionH>
                      <wp:positionV relativeFrom="paragraph">
                        <wp:posOffset>2404745</wp:posOffset>
                      </wp:positionV>
                      <wp:extent cx="45085" cy="158750"/>
                      <wp:effectExtent l="12700" t="25400" r="18415" b="25400"/>
                      <wp:wrapNone/>
                      <wp:docPr id="28" name="Freeform 8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085" cy="158750"/>
                              </a:xfrm>
                              <a:custGeom>
                                <a:avLst/>
                                <a:gdLst>
                                  <a:gd name="T0" fmla="*/ 0 w 71"/>
                                  <a:gd name="T1" fmla="*/ 0 h 250"/>
                                  <a:gd name="T2" fmla="*/ 71 w 71"/>
                                  <a:gd name="T3" fmla="*/ 108 h 250"/>
                                  <a:gd name="T4" fmla="*/ 67 w 71"/>
                                  <a:gd name="T5" fmla="*/ 167 h 250"/>
                                  <a:gd name="T6" fmla="*/ 21 w 71"/>
                                  <a:gd name="T7" fmla="*/ 250 h 250"/>
                                  <a:gd name="T8" fmla="*/ 0 w 71"/>
                                  <a:gd name="T9" fmla="*/ 0 h 2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1" h="250">
                                    <a:moveTo>
                                      <a:pt x="0" y="0"/>
                                    </a:moveTo>
                                    <a:lnTo>
                                      <a:pt x="71" y="108"/>
                                    </a:lnTo>
                                    <a:lnTo>
                                      <a:pt x="67" y="167"/>
                                    </a:lnTo>
                                    <a:lnTo>
                                      <a:pt x="21" y="25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8C5D02" id="Freeform 893" o:spid="_x0000_s1026" style="position:absolute;margin-left:294.55pt;margin-top:189.35pt;width:3.55pt;height:12.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,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" path="m,l71,108r-4,59l21,250,,xe" fillcolor="#333">
                      <v:path arrowok="t" o:connecttype="custom" o:connectlocs="0,0;45085,68580;42545,106045;13335,158750;0,0" o:connectangles="0,0,0,0,0"/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7360" behindDoc="0" locked="0" layoutInCell="1" allowOverlap="1">
                      <wp:simplePos x="0" y="0"/>
                      <wp:positionH relativeFrom="column">
                        <wp:posOffset>3917315</wp:posOffset>
                      </wp:positionH>
                      <wp:positionV relativeFrom="paragraph">
                        <wp:posOffset>2666365</wp:posOffset>
                      </wp:positionV>
                      <wp:extent cx="324485" cy="152400"/>
                      <wp:effectExtent l="8255" t="1270" r="635" b="8255"/>
                      <wp:wrapNone/>
                      <wp:docPr id="27" name="Text Box 8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48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6262" w:rsidRPr="004E4B01" w:rsidRDefault="00DF6262" w:rsidP="00DF626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M81</w:t>
                                  </w:r>
                                </w:p>
                                <w:p w:rsidR="00F66408" w:rsidRPr="004E4B01" w:rsidRDefault="00F66408" w:rsidP="00556C0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7" o:spid="_x0000_s1029" type="#_x0000_t202" style="position:absolute;left:0;text-align:left;margin-left:308.45pt;margin-top:209.95pt;width:25.55pt;height:12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rIrogIAAFQ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F6262" w:rsidRPr="004E4B01" w:rsidRDefault="00DF6262" w:rsidP="00DF6262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81</w:t>
                            </w:r>
                          </w:p>
                          <w:p w:rsidR="00F66408" w:rsidRPr="004E4B01" w:rsidRDefault="00F66408" w:rsidP="00556C0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1936" behindDoc="0" locked="0" layoutInCell="1" allowOverlap="1">
                      <wp:simplePos x="0" y="0"/>
                      <wp:positionH relativeFrom="column">
                        <wp:posOffset>2282190</wp:posOffset>
                      </wp:positionH>
                      <wp:positionV relativeFrom="paragraph">
                        <wp:posOffset>2769235</wp:posOffset>
                      </wp:positionV>
                      <wp:extent cx="55245" cy="190500"/>
                      <wp:effectExtent l="20955" t="8890" r="9525" b="29210"/>
                      <wp:wrapNone/>
                      <wp:docPr id="26" name="Freeform 8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245" cy="190500"/>
                              </a:xfrm>
                              <a:custGeom>
                                <a:avLst/>
                                <a:gdLst>
                                  <a:gd name="T0" fmla="*/ 75 w 87"/>
                                  <a:gd name="T1" fmla="*/ 42 h 300"/>
                                  <a:gd name="T2" fmla="*/ 78 w 87"/>
                                  <a:gd name="T3" fmla="*/ 100 h 300"/>
                                  <a:gd name="T4" fmla="*/ 66 w 87"/>
                                  <a:gd name="T5" fmla="*/ 175 h 300"/>
                                  <a:gd name="T6" fmla="*/ 42 w 87"/>
                                  <a:gd name="T7" fmla="*/ 241 h 300"/>
                                  <a:gd name="T8" fmla="*/ 0 w 87"/>
                                  <a:gd name="T9" fmla="*/ 300 h 300"/>
                                  <a:gd name="T10" fmla="*/ 57 w 87"/>
                                  <a:gd name="T11" fmla="*/ 61 h 300"/>
                                  <a:gd name="T12" fmla="*/ 87 w 87"/>
                                  <a:gd name="T13" fmla="*/ 0 h 3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87" h="300">
                                    <a:moveTo>
                                      <a:pt x="75" y="42"/>
                                    </a:moveTo>
                                    <a:lnTo>
                                      <a:pt x="78" y="100"/>
                                    </a:lnTo>
                                    <a:lnTo>
                                      <a:pt x="66" y="175"/>
                                    </a:lnTo>
                                    <a:lnTo>
                                      <a:pt x="42" y="241"/>
                                    </a:lnTo>
                                    <a:lnTo>
                                      <a:pt x="0" y="300"/>
                                    </a:lnTo>
                                    <a:lnTo>
                                      <a:pt x="57" y="61"/>
                                    </a:lnTo>
                                    <a:lnTo>
                                      <a:pt x="87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CDC5415" id="Freeform 891" o:spid="_x0000_s1026" style="position:absolute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3.45pt,220.15pt,183.6pt,223.05pt,183pt,226.8pt,181.8pt,230.1pt,179.7pt,233.05pt,182.55pt,221.1pt,184.05pt,218.05pt" coordsize="87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" fillcolor="#333">
                      <v:path arrowok="t" o:connecttype="custom" o:connectlocs="47625,26670;49530,63500;41910,111125;26670,153035;0,190500;36195,38735;55245,0" o:connectangles="0,0,0,0,0,0,0"/>
                    </v:polylin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0912" behindDoc="0" locked="0" layoutInCell="1" allowOverlap="1">
                      <wp:simplePos x="0" y="0"/>
                      <wp:positionH relativeFrom="column">
                        <wp:posOffset>2319020</wp:posOffset>
                      </wp:positionH>
                      <wp:positionV relativeFrom="paragraph">
                        <wp:posOffset>2003425</wp:posOffset>
                      </wp:positionV>
                      <wp:extent cx="190500" cy="821690"/>
                      <wp:effectExtent l="10160" t="14605" r="18415" b="11430"/>
                      <wp:wrapNone/>
                      <wp:docPr id="25" name="Freeform 8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821690"/>
                              </a:xfrm>
                              <a:custGeom>
                                <a:avLst/>
                                <a:gdLst>
                                  <a:gd name="T0" fmla="*/ 300 w 300"/>
                                  <a:gd name="T1" fmla="*/ 0 h 1294"/>
                                  <a:gd name="T2" fmla="*/ 175 w 300"/>
                                  <a:gd name="T3" fmla="*/ 636 h 1294"/>
                                  <a:gd name="T4" fmla="*/ 0 w 300"/>
                                  <a:gd name="T5" fmla="*/ 1294 h 1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00" h="1294">
                                    <a:moveTo>
                                      <a:pt x="300" y="0"/>
                                    </a:moveTo>
                                    <a:cubicBezTo>
                                      <a:pt x="262" y="210"/>
                                      <a:pt x="225" y="420"/>
                                      <a:pt x="175" y="636"/>
                                    </a:cubicBezTo>
                                    <a:cubicBezTo>
                                      <a:pt x="125" y="852"/>
                                      <a:pt x="62" y="1073"/>
                                      <a:pt x="0" y="1294"/>
                                    </a:cubicBezTo>
                                  </a:path>
                                </a:pathLst>
                              </a:custGeom>
                              <a:noFill/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F85CEC" id="Freeform 890" o:spid="_x0000_s1026" style="position:absolute;margin-left:182.6pt;margin-top:157.75pt;width:15pt;height:64.7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0,1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" path="m300,c262,210,225,420,175,636,125,852,62,1073,,1294e" filled="f" strokeweight="1.5pt">
                      <v:path arrowok="t" o:connecttype="custom" o:connectlocs="190500,0;111125,403860;0,821690" o:connectangles="0,0,0"/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49888" behindDoc="0" locked="0" layoutInCell="1" allowOverlap="1">
                      <wp:simplePos x="0" y="0"/>
                      <wp:positionH relativeFrom="column">
                        <wp:posOffset>2505710</wp:posOffset>
                      </wp:positionH>
                      <wp:positionV relativeFrom="paragraph">
                        <wp:posOffset>1670050</wp:posOffset>
                      </wp:positionV>
                      <wp:extent cx="80010" cy="347980"/>
                      <wp:effectExtent l="25400" t="52705" r="18415" b="66040"/>
                      <wp:wrapNone/>
                      <wp:docPr id="24" name="Freeform 8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0010" cy="347980"/>
                              </a:xfrm>
                              <a:custGeom>
                                <a:avLst/>
                                <a:gdLst>
                                  <a:gd name="T0" fmla="*/ 126 w 126"/>
                                  <a:gd name="T1" fmla="*/ 0 h 548"/>
                                  <a:gd name="T2" fmla="*/ 97 w 126"/>
                                  <a:gd name="T3" fmla="*/ 225 h 548"/>
                                  <a:gd name="T4" fmla="*/ 77 w 126"/>
                                  <a:gd name="T5" fmla="*/ 358 h 548"/>
                                  <a:gd name="T6" fmla="*/ 0 w 126"/>
                                  <a:gd name="T7" fmla="*/ 548 h 548"/>
                                  <a:gd name="T8" fmla="*/ 118 w 126"/>
                                  <a:gd name="T9" fmla="*/ 21 h 548"/>
                                  <a:gd name="T10" fmla="*/ 126 w 126"/>
                                  <a:gd name="T11" fmla="*/ 0 h 54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6" h="548">
                                    <a:moveTo>
                                      <a:pt x="126" y="0"/>
                                    </a:moveTo>
                                    <a:lnTo>
                                      <a:pt x="97" y="225"/>
                                    </a:lnTo>
                                    <a:lnTo>
                                      <a:pt x="77" y="358"/>
                                    </a:lnTo>
                                    <a:lnTo>
                                      <a:pt x="0" y="548"/>
                                    </a:lnTo>
                                    <a:lnTo>
                                      <a:pt x="118" y="21"/>
                                    </a:lnTo>
                                    <a:lnTo>
                                      <a:pt x="12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44FD9" id="Freeform 889" o:spid="_x0000_s1026" style="position:absolute;margin-left:197.3pt;margin-top:131.5pt;width:6.3pt;height:27.4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" path="m126,l97,225,77,358,,548,118,21,126,xe" fillcolor="silver">
                      <v:path arrowok="t" o:connecttype="custom" o:connectlocs="80010,0;61595,142875;48895,227330;0,347980;74930,13335;80010,0" o:connectangles="0,0,0,0,0,0"/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48864" behindDoc="0" locked="0" layoutInCell="1" allowOverlap="1">
                      <wp:simplePos x="0" y="0"/>
                      <wp:positionH relativeFrom="column">
                        <wp:posOffset>2580005</wp:posOffset>
                      </wp:positionH>
                      <wp:positionV relativeFrom="paragraph">
                        <wp:posOffset>1268730</wp:posOffset>
                      </wp:positionV>
                      <wp:extent cx="172720" cy="415290"/>
                      <wp:effectExtent l="42545" t="13335" r="51435" b="9525"/>
                      <wp:wrapNone/>
                      <wp:docPr id="23" name="Freeform 8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2720" cy="415290"/>
                              </a:xfrm>
                              <a:custGeom>
                                <a:avLst/>
                                <a:gdLst>
                                  <a:gd name="T0" fmla="*/ 272 w 272"/>
                                  <a:gd name="T1" fmla="*/ 0 h 654"/>
                                  <a:gd name="T2" fmla="*/ 209 w 272"/>
                                  <a:gd name="T3" fmla="*/ 141 h 654"/>
                                  <a:gd name="T4" fmla="*/ 150 w 272"/>
                                  <a:gd name="T5" fmla="*/ 327 h 654"/>
                                  <a:gd name="T6" fmla="*/ 0 w 272"/>
                                  <a:gd name="T7" fmla="*/ 654 h 654"/>
                                  <a:gd name="T8" fmla="*/ 86 w 272"/>
                                  <a:gd name="T9" fmla="*/ 395 h 654"/>
                                  <a:gd name="T10" fmla="*/ 177 w 272"/>
                                  <a:gd name="T11" fmla="*/ 168 h 654"/>
                                  <a:gd name="T12" fmla="*/ 272 w 272"/>
                                  <a:gd name="T13" fmla="*/ 0 h 6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72" h="654">
                                    <a:moveTo>
                                      <a:pt x="272" y="0"/>
                                    </a:moveTo>
                                    <a:lnTo>
                                      <a:pt x="209" y="141"/>
                                    </a:lnTo>
                                    <a:lnTo>
                                      <a:pt x="150" y="327"/>
                                    </a:lnTo>
                                    <a:lnTo>
                                      <a:pt x="0" y="654"/>
                                    </a:lnTo>
                                    <a:lnTo>
                                      <a:pt x="86" y="395"/>
                                    </a:lnTo>
                                    <a:lnTo>
                                      <a:pt x="177" y="168"/>
                                    </a:lnTo>
                                    <a:lnTo>
                                      <a:pt x="27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4B467" id="Freeform 888" o:spid="_x0000_s1026" style="position:absolute;margin-left:203.15pt;margin-top:99.9pt;width:13.6pt;height:32.7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2,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" path="m272,l209,141,150,327,,654,86,395,177,168,272,xe" fillcolor="#333">
                      <v:path arrowok="t" o:connecttype="custom" o:connectlocs="172720,0;132715,89535;95250,207645;0,415290;54610,250825;112395,106680;172720,0" o:connectangles="0,0,0,0,0,0,0"/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46816" behindDoc="0" locked="0" layoutInCell="1" allowOverlap="1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4328160</wp:posOffset>
                      </wp:positionV>
                      <wp:extent cx="4326255" cy="6985"/>
                      <wp:effectExtent l="5715" t="5715" r="11430" b="6350"/>
                      <wp:wrapNone/>
                      <wp:docPr id="22" name="AutoShape 8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26255" cy="6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07B3D6" id="AutoShape 886" o:spid="_x0000_s1026" type="#_x0000_t32" style="position:absolute;margin-left:77.25pt;margin-top:340.8pt;width:340.65pt;height:.5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"/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45792" behindDoc="0" locked="0" layoutInCell="1" allowOverlap="1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4796790</wp:posOffset>
                      </wp:positionV>
                      <wp:extent cx="4326255" cy="6985"/>
                      <wp:effectExtent l="13335" t="7620" r="13335" b="13970"/>
                      <wp:wrapNone/>
                      <wp:docPr id="21" name="AutoShape 8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26255" cy="6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BD6EA2" id="AutoShape 885" o:spid="_x0000_s1026" type="#_x0000_t32" style="position:absolute;margin-left:77.1pt;margin-top:377.7pt;width:340.65pt;height:.5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"/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91440</wp:posOffset>
                      </wp:positionV>
                      <wp:extent cx="1584960" cy="716280"/>
                      <wp:effectExtent l="635" t="0" r="0" b="0"/>
                      <wp:wrapNone/>
                      <wp:docPr id="20" name="Text Box 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6408" w:rsidRDefault="00F66408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F66408" w:rsidRDefault="00F66408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F66408" w:rsidRDefault="00F66408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F66408" w:rsidRPr="00C2328A" w:rsidRDefault="00F66408" w:rsidP="00B97FD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F66408" w:rsidRPr="00F8647F" w:rsidRDefault="00F66408" w:rsidP="00B97F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2" o:spid="_x0000_s1030" type="#_x0000_t202" style="position:absolute;left:0;text-align:left;margin-left:.35pt;margin-top:7.2pt;width:124.8pt;height:56.4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" filled="f" stroked="f" strokecolor="gray" strokeweight=".25pt">
                      <v:stroke dashstyle="1 1" endcap="round"/>
                      <v:textbox>
                        <w:txbxContent>
                          <w:p w:rsidR="00F66408" w:rsidRDefault="00F66408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Triphasic</w:t>
                            </w:r>
                            <w:proofErr w:type="spellEnd"/>
                          </w:p>
                          <w:p w:rsidR="00F66408" w:rsidRDefault="00F66408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F66408" w:rsidRDefault="00F66408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F66408" w:rsidRPr="00C2328A" w:rsidRDefault="00F66408" w:rsidP="00B97FD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F66408" w:rsidRPr="00F8647F" w:rsidRDefault="00F66408" w:rsidP="00B97FDC"/>
                        </w:txbxContent>
                      </v:textbox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34528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2025015</wp:posOffset>
                      </wp:positionV>
                      <wp:extent cx="306070" cy="152400"/>
                      <wp:effectExtent l="8255" t="7620" r="0" b="1905"/>
                      <wp:wrapNone/>
                      <wp:docPr id="19" name="Text Box 8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6408" w:rsidRPr="004E4B01" w:rsidRDefault="00DF6262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T114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4" o:spid="_x0000_s1031" type="#_x0000_t202" style="position:absolute;left:0;text-align:left;margin-left:164.45pt;margin-top:159.45pt;width:24.1pt;height:12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66408" w:rsidRPr="004E4B01" w:rsidRDefault="00DF6262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2374265</wp:posOffset>
                      </wp:positionV>
                      <wp:extent cx="306070" cy="152400"/>
                      <wp:effectExtent l="4445" t="4445" r="3810" b="5080"/>
                      <wp:wrapNone/>
                      <wp:docPr id="18" name="Text Box 8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6408" w:rsidRPr="004E4B01" w:rsidRDefault="00DF6262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T127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3" o:spid="_x0000_s1032" type="#_x0000_t202" style="position:absolute;left:0;text-align:left;margin-left:158.15pt;margin-top:186.95pt;width:24.1pt;height:12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66408" w:rsidRPr="004E4B01" w:rsidRDefault="00DF6262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>
                      <wp:simplePos x="0" y="0"/>
                      <wp:positionH relativeFrom="column">
                        <wp:posOffset>1956435</wp:posOffset>
                      </wp:positionH>
                      <wp:positionV relativeFrom="paragraph">
                        <wp:posOffset>2621915</wp:posOffset>
                      </wp:positionV>
                      <wp:extent cx="306070" cy="152400"/>
                      <wp:effectExtent l="0" t="4445" r="8255" b="5080"/>
                      <wp:wrapNone/>
                      <wp:docPr id="17" name="Text Box 8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6408" w:rsidRPr="004E4B01" w:rsidRDefault="00DF6262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T141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2" o:spid="_x0000_s1033" type="#_x0000_t202" style="position:absolute;left:0;text-align:left;margin-left:154.05pt;margin-top:206.45pt;width:24.1pt;height:12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tjaoQIAAFQ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66408" w:rsidRPr="004E4B01" w:rsidRDefault="00DF6262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T141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30432" behindDoc="0" locked="0" layoutInCell="1" allowOverlap="1">
                      <wp:simplePos x="0" y="0"/>
                      <wp:positionH relativeFrom="column">
                        <wp:posOffset>2366010</wp:posOffset>
                      </wp:positionH>
                      <wp:positionV relativeFrom="paragraph">
                        <wp:posOffset>3068955</wp:posOffset>
                      </wp:positionV>
                      <wp:extent cx="306070" cy="152400"/>
                      <wp:effectExtent l="0" t="3810" r="8255" b="5715"/>
                      <wp:wrapNone/>
                      <wp:docPr id="16" name="Text Box 8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6408" w:rsidRPr="004E4B01" w:rsidRDefault="00DF6262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T113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0" o:spid="_x0000_s1034" type="#_x0000_t202" style="position:absolute;left:0;text-align:left;margin-left:186.3pt;margin-top:241.65pt;width:24.1pt;height:12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66408" w:rsidRPr="004E4B01" w:rsidRDefault="00DF6262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25312" behindDoc="0" locked="0" layoutInCell="1" allowOverlap="1">
                      <wp:simplePos x="0" y="0"/>
                      <wp:positionH relativeFrom="column">
                        <wp:posOffset>3509645</wp:posOffset>
                      </wp:positionH>
                      <wp:positionV relativeFrom="paragraph">
                        <wp:posOffset>3056255</wp:posOffset>
                      </wp:positionV>
                      <wp:extent cx="306070" cy="152400"/>
                      <wp:effectExtent l="635" t="635" r="7620" b="8890"/>
                      <wp:wrapNone/>
                      <wp:docPr id="15" name="Text Box 8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6408" w:rsidRPr="004E4B01" w:rsidRDefault="00DF6262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M63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5" o:spid="_x0000_s1035" type="#_x0000_t202" style="position:absolute;left:0;text-align:left;margin-left:276.35pt;margin-top:240.65pt;width:24.1pt;height:12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+9joQIAAFQ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66408" w:rsidRPr="004E4B01" w:rsidRDefault="00DF6262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>
                      <wp:simplePos x="0" y="0"/>
                      <wp:positionH relativeFrom="column">
                        <wp:posOffset>2172970</wp:posOffset>
                      </wp:positionH>
                      <wp:positionV relativeFrom="paragraph">
                        <wp:posOffset>1717675</wp:posOffset>
                      </wp:positionV>
                      <wp:extent cx="306070" cy="152400"/>
                      <wp:effectExtent l="6985" t="5080" r="1270" b="4445"/>
                      <wp:wrapNone/>
                      <wp:docPr id="14" name="Text Box 8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6408" w:rsidRPr="004E4B01" w:rsidRDefault="00DF6262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T115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9" o:spid="_x0000_s1036" type="#_x0000_t202" style="position:absolute;left:0;text-align:left;margin-left:171.1pt;margin-top:135.25pt;width:24.1pt;height:12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PBnnw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66408" w:rsidRPr="004E4B01" w:rsidRDefault="00DF6262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8144" behindDoc="0" locked="0" layoutInCell="1" allowOverlap="1">
                      <wp:simplePos x="0" y="0"/>
                      <wp:positionH relativeFrom="column">
                        <wp:posOffset>3839845</wp:posOffset>
                      </wp:positionH>
                      <wp:positionV relativeFrom="paragraph">
                        <wp:posOffset>2057400</wp:posOffset>
                      </wp:positionV>
                      <wp:extent cx="306070" cy="152400"/>
                      <wp:effectExtent l="6985" t="1905" r="1270" b="7620"/>
                      <wp:wrapNone/>
                      <wp:docPr id="13" name="Text Box 8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6408" w:rsidRPr="004E4B01" w:rsidRDefault="00DF6262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T104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8" o:spid="_x0000_s1037" type="#_x0000_t202" style="position:absolute;left:0;text-align:left;margin-left:302.35pt;margin-top:162pt;width:24.1pt;height:12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a3Rnw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66408" w:rsidRPr="004E4B01" w:rsidRDefault="00DF6262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T104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7120" behindDoc="0" locked="0" layoutInCell="1" allowOverlap="1">
                      <wp:simplePos x="0" y="0"/>
                      <wp:positionH relativeFrom="column">
                        <wp:posOffset>3825240</wp:posOffset>
                      </wp:positionH>
                      <wp:positionV relativeFrom="paragraph">
                        <wp:posOffset>1763395</wp:posOffset>
                      </wp:positionV>
                      <wp:extent cx="306070" cy="152400"/>
                      <wp:effectExtent l="1905" t="3175" r="6350" b="6350"/>
                      <wp:wrapNone/>
                      <wp:docPr id="12" name="Text Box 8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6408" w:rsidRPr="004E4B01" w:rsidRDefault="00DF6262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7" o:spid="_x0000_s1038" type="#_x0000_t202" style="position:absolute;left:0;text-align:left;margin-left:301.2pt;margin-top:138.85pt;width:24.1pt;height:12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mTtnwIAAFM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66408" w:rsidRPr="004E4B01" w:rsidRDefault="00DF6262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1392555</wp:posOffset>
                      </wp:positionV>
                      <wp:extent cx="306070" cy="152400"/>
                      <wp:effectExtent l="1905" t="3810" r="6350" b="5715"/>
                      <wp:wrapNone/>
                      <wp:docPr id="11" name="Text Box 8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6408" w:rsidRPr="004E4B01" w:rsidRDefault="00DF6262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T141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6" o:spid="_x0000_s1039" type="#_x0000_t202" style="position:absolute;left:0;text-align:left;margin-left:293.7pt;margin-top:109.65pt;width:24.1pt;height:12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zz7oAIAAFM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66408" w:rsidRPr="004E4B01" w:rsidRDefault="00DF6262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T141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1454150</wp:posOffset>
                      </wp:positionV>
                      <wp:extent cx="306070" cy="152400"/>
                      <wp:effectExtent l="6985" t="8255" r="1270" b="1270"/>
                      <wp:wrapNone/>
                      <wp:docPr id="10" name="Text Box 8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6408" w:rsidRPr="004E4B01" w:rsidRDefault="00DF6262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T133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5" o:spid="_x0000_s1040" type="#_x0000_t202" style="position:absolute;left:0;text-align:left;margin-left:180.85pt;margin-top:114.5pt;width:24.1pt;height:12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66408" w:rsidRPr="004E4B01" w:rsidRDefault="00DF6262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T133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>
                      <wp:simplePos x="0" y="0"/>
                      <wp:positionH relativeFrom="column">
                        <wp:posOffset>2409190</wp:posOffset>
                      </wp:positionH>
                      <wp:positionV relativeFrom="paragraph">
                        <wp:posOffset>1183005</wp:posOffset>
                      </wp:positionV>
                      <wp:extent cx="306070" cy="152400"/>
                      <wp:effectExtent l="5080" t="3810" r="3175" b="5715"/>
                      <wp:wrapNone/>
                      <wp:docPr id="9" name="Text Box 8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6262" w:rsidRPr="004E4B01" w:rsidRDefault="00DF6262" w:rsidP="00DF626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T164</w:t>
                                  </w:r>
                                </w:p>
                                <w:p w:rsidR="00F66408" w:rsidRPr="004E4B01" w:rsidRDefault="00F66408" w:rsidP="00556C0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4" o:spid="_x0000_s1041" type="#_x0000_t202" style="position:absolute;left:0;text-align:left;margin-left:189.7pt;margin-top:93.15pt;width:24.1pt;height:12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D9NnwIAAFI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F6262" w:rsidRPr="004E4B01" w:rsidRDefault="00DF6262" w:rsidP="00DF6262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T164</w:t>
                            </w:r>
                          </w:p>
                          <w:p w:rsidR="00F66408" w:rsidRPr="004E4B01" w:rsidRDefault="00F66408" w:rsidP="00556C0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125095</wp:posOffset>
                      </wp:positionV>
                      <wp:extent cx="306070" cy="152400"/>
                      <wp:effectExtent l="5080" t="3175" r="3175" b="6350"/>
                      <wp:wrapNone/>
                      <wp:docPr id="8" name="Text Box 8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6408" w:rsidRPr="004E4B01" w:rsidRDefault="00DF6262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3" o:spid="_x0000_s1042" type="#_x0000_t202" style="position:absolute;left:0;text-align:left;margin-left:265.45pt;margin-top:9.85pt;width:24.1pt;height:12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M+1nwIAAFI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66408" w:rsidRPr="004E4B01" w:rsidRDefault="00DF6262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6262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>
                      <wp:simplePos x="0" y="0"/>
                      <wp:positionH relativeFrom="column">
                        <wp:posOffset>3591560</wp:posOffset>
                      </wp:positionH>
                      <wp:positionV relativeFrom="paragraph">
                        <wp:posOffset>1118870</wp:posOffset>
                      </wp:positionV>
                      <wp:extent cx="306070" cy="152400"/>
                      <wp:effectExtent l="6350" t="6350" r="1905" b="3175"/>
                      <wp:wrapNone/>
                      <wp:docPr id="7" name="Text Box 8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6262" w:rsidRPr="004E4B01" w:rsidRDefault="00DF6262" w:rsidP="00DF626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T155</w:t>
                                  </w:r>
                                </w:p>
                                <w:p w:rsidR="00F66408" w:rsidRPr="004E4B01" w:rsidRDefault="00F66408" w:rsidP="00556C0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2" o:spid="_x0000_s1043" type="#_x0000_t202" style="position:absolute;left:0;text-align:left;margin-left:282.8pt;margin-top:88.1pt;width:24.1pt;height:12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umYnwIAAFI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F6262" w:rsidRPr="004E4B01" w:rsidRDefault="00DF6262" w:rsidP="00DF6262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T155</w:t>
                            </w:r>
                          </w:p>
                          <w:p w:rsidR="00F66408" w:rsidRPr="004E4B01" w:rsidRDefault="00F66408" w:rsidP="00556C0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66408" w:rsidRPr="001B1BC9" w:rsidTr="00F66408">
        <w:tc>
          <w:tcPr>
            <w:tcW w:w="2042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66408" w:rsidRPr="001B1BC9" w:rsidRDefault="00DF6262" w:rsidP="00F66408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0795" r="6350" b="13335"/>
                      <wp:wrapNone/>
                      <wp:docPr id="6" name="Freeform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CFED8C" id="Freeform 818" o:spid="_x0000_s1026" style="position:absolute;margin-left:66.15pt;margin-top:2.25pt;width:31.15pt;height:4.8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F66408" w:rsidRPr="001B1BC9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11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66408" w:rsidRPr="001B1BC9" w:rsidRDefault="00DF6262" w:rsidP="00DF626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36830</wp:posOffset>
                      </wp:positionV>
                      <wp:extent cx="335280" cy="62865"/>
                      <wp:effectExtent l="15875" t="19050" r="29845" b="13335"/>
                      <wp:wrapNone/>
                      <wp:docPr id="5" name="Freeform 8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89F090" id="Freeform 821" o:spid="_x0000_s1026" style="position:absolute;margin-left:293.2pt;margin-top:2.9pt;width:26.4pt;height:4.9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33020</wp:posOffset>
                      </wp:positionV>
                      <wp:extent cx="395605" cy="61595"/>
                      <wp:effectExtent l="6985" t="5715" r="6985" b="18415"/>
                      <wp:wrapNone/>
                      <wp:docPr id="4" name="Freeform 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CDD3F1" id="Freeform 820" o:spid="_x0000_s1026" style="position:absolute;margin-left:198.75pt;margin-top:2.6pt;width:31.15pt;height:4.8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6985" t="11430" r="6985" b="12700"/>
                      <wp:wrapNone/>
                      <wp:docPr id="3" name="Freeform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068523" id="Freeform 819" o:spid="_x0000_s1026" style="position:absolute;margin-left:137.25pt;margin-top:3.05pt;width:31.15pt;height:4.8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3970" t="12065" r="9525" b="12065"/>
                      <wp:wrapNone/>
                      <wp:docPr id="2" name="Freeform 817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FA0CC2" id="Freeform 817" o:spid="_x0000_s1026" alt="Granite" style="position:absolute;margin-left:52.3pt;margin-top:2.35pt;width:31.15pt;height:4.8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NCKL8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F66408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F66408" w:rsidRPr="001B1BC9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F66408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Calcific                Smooth Surface                Irregular </w:t>
            </w:r>
          </w:p>
        </w:tc>
      </w:tr>
      <w:tr w:rsidR="00F66408" w:rsidRPr="001B1BC9" w:rsidTr="00F66408">
        <w:trPr>
          <w:gridAfter w:val="1"/>
          <w:wAfter w:w="13" w:type="dxa"/>
        </w:trPr>
        <w:tc>
          <w:tcPr>
            <w:tcW w:w="20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66408" w:rsidRPr="00DF6262" w:rsidRDefault="00F66408" w:rsidP="00F66408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proofErr w:type="spellStart"/>
            <w:r w:rsidRPr="00DF6262">
              <w:rPr>
                <w:rFonts w:ascii="Arial" w:hAnsi="Arial" w:cs="Arial"/>
                <w:color w:val="808080"/>
                <w:sz w:val="16"/>
                <w:szCs w:val="16"/>
              </w:rPr>
              <w:t>Aortoiliac</w:t>
            </w:r>
            <w:proofErr w:type="spellEnd"/>
            <w:r w:rsidRPr="00DF6262">
              <w:rPr>
                <w:rFonts w:ascii="Arial" w:hAnsi="Arial" w:cs="Arial"/>
                <w:color w:val="808080"/>
                <w:sz w:val="16"/>
                <w:szCs w:val="16"/>
              </w:rPr>
              <w:t xml:space="preserve"> Segment:</w:t>
            </w:r>
          </w:p>
        </w:tc>
        <w:tc>
          <w:tcPr>
            <w:tcW w:w="7698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66408" w:rsidRPr="00DF6262" w:rsidRDefault="00DF6262" w:rsidP="00387E18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DF6262">
              <w:rPr>
                <w:rFonts w:ascii="Arial" w:hAnsi="Arial" w:cs="Arial"/>
                <w:sz w:val="16"/>
                <w:szCs w:val="16"/>
              </w:rPr>
              <w:t xml:space="preserve">The distal Aorta and bilateral CIA was not visualised due to overlying bowel gas. </w:t>
            </w:r>
            <w:proofErr w:type="spellStart"/>
            <w:r w:rsidR="00387E18">
              <w:rPr>
                <w:rFonts w:ascii="Arial" w:hAnsi="Arial" w:cs="Arial"/>
                <w:sz w:val="16"/>
                <w:szCs w:val="16"/>
              </w:rPr>
              <w:t>Triphasic</w:t>
            </w:r>
            <w:proofErr w:type="spellEnd"/>
            <w:r w:rsidR="00387E18">
              <w:rPr>
                <w:rFonts w:ascii="Arial" w:hAnsi="Arial" w:cs="Arial"/>
                <w:sz w:val="16"/>
                <w:szCs w:val="16"/>
              </w:rPr>
              <w:t xml:space="preserve"> waveforms in the EIA bilaterally - indicating no significant proximal stenosis. </w:t>
            </w:r>
            <w:r w:rsidRPr="00DF6262">
              <w:rPr>
                <w:rFonts w:ascii="Arial" w:hAnsi="Arial" w:cs="Arial"/>
                <w:sz w:val="16"/>
                <w:szCs w:val="16"/>
              </w:rPr>
              <w:t>Mild calcification present</w:t>
            </w:r>
            <w:r w:rsidR="00387E18">
              <w:rPr>
                <w:rFonts w:ascii="Arial" w:hAnsi="Arial" w:cs="Arial"/>
                <w:sz w:val="16"/>
                <w:szCs w:val="16"/>
              </w:rPr>
              <w:t xml:space="preserve"> in the ECA bilaterally</w:t>
            </w:r>
            <w:r w:rsidRPr="00DF6262">
              <w:rPr>
                <w:rFonts w:ascii="Arial" w:hAnsi="Arial" w:cs="Arial"/>
                <w:sz w:val="16"/>
                <w:szCs w:val="16"/>
              </w:rPr>
              <w:t xml:space="preserve"> with no significant stenosis seen.</w:t>
            </w:r>
          </w:p>
        </w:tc>
      </w:tr>
      <w:tr w:rsidR="00F66408" w:rsidRPr="001B1BC9" w:rsidTr="00F66408">
        <w:trPr>
          <w:gridAfter w:val="1"/>
          <w:wAfter w:w="13" w:type="dxa"/>
        </w:trPr>
        <w:tc>
          <w:tcPr>
            <w:tcW w:w="20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66408" w:rsidRPr="00DF6262" w:rsidRDefault="00F66408" w:rsidP="00F66408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</w:p>
        </w:tc>
        <w:tc>
          <w:tcPr>
            <w:tcW w:w="381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66408" w:rsidRPr="00DF6262" w:rsidRDefault="00F66408" w:rsidP="00F66408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DF6262">
              <w:rPr>
                <w:rFonts w:ascii="Arial" w:hAnsi="Arial"/>
                <w:b/>
                <w:bCs/>
                <w:sz w:val="16"/>
                <w:szCs w:val="16"/>
              </w:rPr>
              <w:t>Right</w:t>
            </w:r>
          </w:p>
        </w:tc>
        <w:tc>
          <w:tcPr>
            <w:tcW w:w="3882" w:type="dxa"/>
            <w:shd w:val="clear" w:color="auto" w:fill="auto"/>
          </w:tcPr>
          <w:p w:rsidR="00F66408" w:rsidRPr="00DF6262" w:rsidRDefault="00F66408" w:rsidP="00F66408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DF6262">
              <w:rPr>
                <w:rFonts w:ascii="Arial" w:hAnsi="Arial"/>
                <w:b/>
                <w:bCs/>
                <w:sz w:val="16"/>
                <w:szCs w:val="16"/>
              </w:rPr>
              <w:t>Left</w:t>
            </w:r>
          </w:p>
        </w:tc>
      </w:tr>
      <w:tr w:rsidR="00DF6262" w:rsidRPr="001B1BC9" w:rsidTr="00F66408">
        <w:trPr>
          <w:gridAfter w:val="1"/>
          <w:wAfter w:w="13" w:type="dxa"/>
        </w:trPr>
        <w:tc>
          <w:tcPr>
            <w:tcW w:w="20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F6262" w:rsidRPr="00DF6262" w:rsidRDefault="00DF6262" w:rsidP="00DF626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DF6262">
              <w:rPr>
                <w:rFonts w:ascii="Arial" w:hAnsi="Arial" w:cs="Arial"/>
                <w:color w:val="808080"/>
                <w:sz w:val="16"/>
                <w:szCs w:val="16"/>
              </w:rPr>
              <w:t>Common Femoral Artery:</w:t>
            </w:r>
          </w:p>
        </w:tc>
        <w:tc>
          <w:tcPr>
            <w:tcW w:w="381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F6262" w:rsidRPr="00DF6262" w:rsidRDefault="00DF6262" w:rsidP="00DF6262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DF6262">
              <w:rPr>
                <w:rFonts w:ascii="Arial" w:hAnsi="Arial"/>
                <w:bCs/>
                <w:sz w:val="16"/>
                <w:szCs w:val="16"/>
              </w:rPr>
              <w:t xml:space="preserve">Patent. </w:t>
            </w:r>
            <w:r w:rsidRPr="00DF6262">
              <w:rPr>
                <w:rFonts w:ascii="Arial" w:hAnsi="Arial" w:cs="Arial"/>
                <w:sz w:val="16"/>
                <w:szCs w:val="16"/>
              </w:rPr>
              <w:t>Mild calcification present with no significant stenosis seen.</w:t>
            </w:r>
          </w:p>
        </w:tc>
        <w:tc>
          <w:tcPr>
            <w:tcW w:w="3882" w:type="dxa"/>
            <w:shd w:val="clear" w:color="auto" w:fill="auto"/>
          </w:tcPr>
          <w:p w:rsidR="00DF6262" w:rsidRPr="00DF6262" w:rsidRDefault="00DF6262" w:rsidP="00DF6262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DF6262">
              <w:rPr>
                <w:rFonts w:ascii="Arial" w:hAnsi="Arial"/>
                <w:bCs/>
                <w:sz w:val="16"/>
                <w:szCs w:val="16"/>
              </w:rPr>
              <w:t xml:space="preserve">Patent. </w:t>
            </w:r>
            <w:r w:rsidRPr="00DF6262">
              <w:rPr>
                <w:rFonts w:ascii="Arial" w:hAnsi="Arial" w:cs="Arial"/>
                <w:sz w:val="16"/>
                <w:szCs w:val="16"/>
              </w:rPr>
              <w:t>Mild calcification present with no significant stenosis seen.</w:t>
            </w:r>
          </w:p>
        </w:tc>
      </w:tr>
      <w:tr w:rsidR="00DF6262" w:rsidRPr="001B1BC9" w:rsidTr="00F66408">
        <w:trPr>
          <w:gridAfter w:val="1"/>
          <w:wAfter w:w="13" w:type="dxa"/>
        </w:trPr>
        <w:tc>
          <w:tcPr>
            <w:tcW w:w="20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F6262" w:rsidRPr="00DF6262" w:rsidRDefault="00DF6262" w:rsidP="00DF626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DF6262">
              <w:rPr>
                <w:rFonts w:ascii="Arial" w:hAnsi="Arial" w:cs="Arial"/>
                <w:color w:val="808080"/>
                <w:sz w:val="16"/>
                <w:szCs w:val="16"/>
              </w:rPr>
              <w:t>Proximal Profunda Femoris:</w:t>
            </w:r>
          </w:p>
        </w:tc>
        <w:tc>
          <w:tcPr>
            <w:tcW w:w="381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F6262" w:rsidRPr="00DF6262" w:rsidRDefault="00DF6262" w:rsidP="00DF6262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DF6262">
              <w:rPr>
                <w:rFonts w:ascii="Arial" w:hAnsi="Arial"/>
                <w:bCs/>
                <w:sz w:val="16"/>
                <w:szCs w:val="16"/>
              </w:rPr>
              <w:t>Patent at origin.</w:t>
            </w:r>
          </w:p>
        </w:tc>
        <w:tc>
          <w:tcPr>
            <w:tcW w:w="3882" w:type="dxa"/>
            <w:shd w:val="clear" w:color="auto" w:fill="auto"/>
          </w:tcPr>
          <w:p w:rsidR="00DF6262" w:rsidRPr="00DF6262" w:rsidRDefault="00DF6262" w:rsidP="00DF6262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DF6262">
              <w:rPr>
                <w:rFonts w:ascii="Arial" w:hAnsi="Arial"/>
                <w:bCs/>
                <w:sz w:val="16"/>
                <w:szCs w:val="16"/>
              </w:rPr>
              <w:t>Patent at origin.</w:t>
            </w:r>
          </w:p>
        </w:tc>
      </w:tr>
      <w:tr w:rsidR="00DF6262" w:rsidRPr="001B1BC9" w:rsidTr="00F66408">
        <w:trPr>
          <w:gridAfter w:val="1"/>
          <w:wAfter w:w="13" w:type="dxa"/>
        </w:trPr>
        <w:tc>
          <w:tcPr>
            <w:tcW w:w="20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F6262" w:rsidRPr="00DF6262" w:rsidRDefault="00DF6262" w:rsidP="00DF626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DF6262">
              <w:rPr>
                <w:rFonts w:ascii="Arial" w:hAnsi="Arial" w:cs="Arial"/>
                <w:color w:val="808080"/>
                <w:sz w:val="16"/>
                <w:szCs w:val="16"/>
              </w:rPr>
              <w:t>Superficial Femoral Artery:</w:t>
            </w:r>
          </w:p>
        </w:tc>
        <w:tc>
          <w:tcPr>
            <w:tcW w:w="381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F6262" w:rsidRPr="00DF6262" w:rsidRDefault="00DF6262" w:rsidP="00DF6262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DF6262">
              <w:rPr>
                <w:rFonts w:ascii="Arial" w:hAnsi="Arial"/>
                <w:bCs/>
                <w:sz w:val="16"/>
                <w:szCs w:val="16"/>
              </w:rPr>
              <w:t xml:space="preserve">Patent. </w:t>
            </w:r>
            <w:r w:rsidRPr="00DF6262">
              <w:rPr>
                <w:rFonts w:ascii="Arial" w:hAnsi="Arial" w:cs="Arial"/>
                <w:sz w:val="16"/>
                <w:szCs w:val="16"/>
              </w:rPr>
              <w:t>Mild calcification present with no significant stenosis seen.</w:t>
            </w:r>
          </w:p>
        </w:tc>
        <w:tc>
          <w:tcPr>
            <w:tcW w:w="3882" w:type="dxa"/>
            <w:shd w:val="clear" w:color="auto" w:fill="auto"/>
          </w:tcPr>
          <w:p w:rsidR="00DF6262" w:rsidRPr="00DF6262" w:rsidRDefault="00DF6262" w:rsidP="00DF6262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DF6262">
              <w:rPr>
                <w:rFonts w:ascii="Arial" w:hAnsi="Arial"/>
                <w:bCs/>
                <w:sz w:val="16"/>
                <w:szCs w:val="16"/>
              </w:rPr>
              <w:t xml:space="preserve">Patent. </w:t>
            </w:r>
            <w:r w:rsidRPr="00DF6262">
              <w:rPr>
                <w:rFonts w:ascii="Arial" w:hAnsi="Arial" w:cs="Arial"/>
                <w:sz w:val="16"/>
                <w:szCs w:val="16"/>
              </w:rPr>
              <w:t>75-99% mid SFA stenosis. Mild calcification throughout. Pulsatile monophasic waveforms seen distally.</w:t>
            </w:r>
          </w:p>
        </w:tc>
      </w:tr>
      <w:tr w:rsidR="00DF6262" w:rsidRPr="001B1BC9" w:rsidTr="00F66408">
        <w:trPr>
          <w:gridAfter w:val="1"/>
          <w:wAfter w:w="13" w:type="dxa"/>
        </w:trPr>
        <w:tc>
          <w:tcPr>
            <w:tcW w:w="20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F6262" w:rsidRPr="00DF6262" w:rsidRDefault="00DF6262" w:rsidP="00DF626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DF6262">
              <w:rPr>
                <w:rFonts w:ascii="Arial" w:hAnsi="Arial" w:cs="Arial"/>
                <w:color w:val="808080"/>
                <w:sz w:val="16"/>
                <w:szCs w:val="16"/>
              </w:rPr>
              <w:t>Popliteal Artery:</w:t>
            </w:r>
          </w:p>
        </w:tc>
        <w:tc>
          <w:tcPr>
            <w:tcW w:w="381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F6262" w:rsidRPr="00DF6262" w:rsidRDefault="00DF6262" w:rsidP="00DF6262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DF6262">
              <w:rPr>
                <w:rFonts w:ascii="Arial" w:hAnsi="Arial"/>
                <w:bCs/>
                <w:sz w:val="16"/>
                <w:szCs w:val="16"/>
              </w:rPr>
              <w:t>Patent. Mild atheroma and calcification, with no significant stenosis seen.</w:t>
            </w:r>
          </w:p>
        </w:tc>
        <w:tc>
          <w:tcPr>
            <w:tcW w:w="3882" w:type="dxa"/>
            <w:shd w:val="clear" w:color="auto" w:fill="auto"/>
          </w:tcPr>
          <w:p w:rsidR="00DF6262" w:rsidRPr="00DF6262" w:rsidRDefault="00DF6262" w:rsidP="00DF6262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DF6262">
              <w:rPr>
                <w:rFonts w:ascii="Arial" w:hAnsi="Arial"/>
                <w:bCs/>
                <w:sz w:val="16"/>
                <w:szCs w:val="16"/>
              </w:rPr>
              <w:t>Patent. Mild atheroma and calcification, with no significant stenosis seen. Pulsatile monophasic waveforms.</w:t>
            </w:r>
          </w:p>
        </w:tc>
      </w:tr>
      <w:tr w:rsidR="00DF6262" w:rsidRPr="001B1BC9" w:rsidTr="00B2300B">
        <w:trPr>
          <w:gridAfter w:val="1"/>
          <w:wAfter w:w="13" w:type="dxa"/>
        </w:trPr>
        <w:tc>
          <w:tcPr>
            <w:tcW w:w="20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F6262" w:rsidRPr="00DF6262" w:rsidRDefault="00DF6262" w:rsidP="00DF626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DF6262">
              <w:rPr>
                <w:rFonts w:ascii="Arial" w:hAnsi="Arial" w:cs="Arial"/>
                <w:color w:val="808080"/>
                <w:sz w:val="16"/>
                <w:szCs w:val="16"/>
              </w:rPr>
              <w:t>Calf:</w:t>
            </w:r>
          </w:p>
        </w:tc>
        <w:tc>
          <w:tcPr>
            <w:tcW w:w="7698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F6262" w:rsidRPr="00DF6262" w:rsidRDefault="00DF6262" w:rsidP="00DF6262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DF6262">
              <w:rPr>
                <w:rFonts w:ascii="Arial" w:hAnsi="Arial"/>
                <w:bCs/>
                <w:sz w:val="16"/>
                <w:szCs w:val="16"/>
              </w:rPr>
              <w:t xml:space="preserve">The calf was not able to be assessed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bilaterally </w:t>
            </w:r>
            <w:r w:rsidRPr="00DF6262">
              <w:rPr>
                <w:rFonts w:ascii="Arial" w:hAnsi="Arial"/>
                <w:bCs/>
                <w:sz w:val="16"/>
                <w:szCs w:val="16"/>
              </w:rPr>
              <w:t xml:space="preserve">before the </w:t>
            </w:r>
            <w:r>
              <w:rPr>
                <w:rFonts w:ascii="Arial" w:hAnsi="Arial"/>
                <w:bCs/>
                <w:sz w:val="16"/>
                <w:szCs w:val="16"/>
              </w:rPr>
              <w:t>assessment</w:t>
            </w:r>
            <w:r w:rsidR="00EE1D2A">
              <w:rPr>
                <w:rFonts w:ascii="Arial" w:hAnsi="Arial"/>
                <w:bCs/>
                <w:sz w:val="16"/>
                <w:szCs w:val="16"/>
              </w:rPr>
              <w:t xml:space="preserve"> was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DF6262">
              <w:rPr>
                <w:rFonts w:ascii="Arial" w:hAnsi="Arial"/>
                <w:bCs/>
                <w:sz w:val="16"/>
                <w:szCs w:val="16"/>
              </w:rPr>
              <w:t>terminated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due to the patient experiencing excessive pain.</w:t>
            </w:r>
          </w:p>
        </w:tc>
      </w:tr>
      <w:tr w:rsidR="00DF6262" w:rsidRPr="001B1BC9" w:rsidTr="00342FA5">
        <w:trPr>
          <w:gridAfter w:val="1"/>
          <w:wAfter w:w="13" w:type="dxa"/>
        </w:trPr>
        <w:tc>
          <w:tcPr>
            <w:tcW w:w="20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F6262" w:rsidRPr="00DF6262" w:rsidRDefault="00DF6262" w:rsidP="00DF6262">
            <w:pPr>
              <w:tabs>
                <w:tab w:val="left" w:pos="2127"/>
              </w:tabs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DF6262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TBPI:</w:t>
            </w:r>
          </w:p>
        </w:tc>
        <w:tc>
          <w:tcPr>
            <w:tcW w:w="7698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F6262" w:rsidRPr="00DF6262" w:rsidRDefault="00DF6262" w:rsidP="00DF6262">
            <w:pPr>
              <w:tabs>
                <w:tab w:val="left" w:pos="2127"/>
              </w:tabs>
              <w:rPr>
                <w:rFonts w:ascii="Arial" w:hAnsi="Arial" w:cs="Arial"/>
                <w:sz w:val="16"/>
                <w:szCs w:val="16"/>
              </w:rPr>
            </w:pPr>
            <w:r w:rsidRPr="00DF6262">
              <w:rPr>
                <w:rFonts w:ascii="Arial" w:hAnsi="Arial" w:cs="Arial"/>
                <w:sz w:val="16"/>
                <w:szCs w:val="16"/>
              </w:rPr>
              <w:t>The TBPI not able to be performed before the assessment was terminated.</w:t>
            </w:r>
          </w:p>
        </w:tc>
      </w:tr>
      <w:tr w:rsidR="00DF6262" w:rsidRPr="001B1BC9" w:rsidTr="00F66408">
        <w:trPr>
          <w:gridAfter w:val="1"/>
          <w:wAfter w:w="13" w:type="dxa"/>
        </w:trPr>
        <w:tc>
          <w:tcPr>
            <w:tcW w:w="204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F6262" w:rsidRPr="001B1BC9" w:rsidRDefault="00DF6262" w:rsidP="00DF626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F6262" w:rsidRPr="001B1BC9" w:rsidRDefault="00DF6262" w:rsidP="00DF6262">
            <w:pPr>
              <w:tabs>
                <w:tab w:val="left" w:pos="822"/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361AE4" w:rsidRDefault="00694581" w:rsidP="00D2400C"/>
    <w:sectPr w:rsidR="00694581" w:rsidRPr="00361AE4" w:rsidSect="008F7A25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408" w:rsidRDefault="00F66408">
      <w:r>
        <w:separator/>
      </w:r>
    </w:p>
  </w:endnote>
  <w:endnote w:type="continuationSeparator" w:id="0">
    <w:p w:rsidR="00F66408" w:rsidRDefault="00F66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0F" w:rsidRPr="006D3249" w:rsidRDefault="00A16B0F" w:rsidP="006D3249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408" w:rsidRDefault="00F66408">
      <w:r>
        <w:separator/>
      </w:r>
    </w:p>
  </w:footnote>
  <w:footnote w:type="continuationSeparator" w:id="0">
    <w:p w:rsidR="00F66408" w:rsidRDefault="00F66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A25" w:rsidRDefault="00DF626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4760595</wp:posOffset>
          </wp:positionH>
          <wp:positionV relativeFrom="paragraph">
            <wp:posOffset>-33020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10241" fill="f" fillcolor="white">
      <v:fill color="white" on="f"/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408"/>
    <w:rsid w:val="00082FF5"/>
    <w:rsid w:val="000A3239"/>
    <w:rsid w:val="000D445E"/>
    <w:rsid w:val="00106CEB"/>
    <w:rsid w:val="0011487A"/>
    <w:rsid w:val="00115D9F"/>
    <w:rsid w:val="00130125"/>
    <w:rsid w:val="00130D4E"/>
    <w:rsid w:val="00133BBD"/>
    <w:rsid w:val="00156297"/>
    <w:rsid w:val="001649DE"/>
    <w:rsid w:val="00170793"/>
    <w:rsid w:val="001B1BC9"/>
    <w:rsid w:val="001B3894"/>
    <w:rsid w:val="001B6174"/>
    <w:rsid w:val="001C73C6"/>
    <w:rsid w:val="001D4546"/>
    <w:rsid w:val="001F41A1"/>
    <w:rsid w:val="002027E7"/>
    <w:rsid w:val="0020510B"/>
    <w:rsid w:val="00216637"/>
    <w:rsid w:val="002167B0"/>
    <w:rsid w:val="00234EBD"/>
    <w:rsid w:val="00241E4E"/>
    <w:rsid w:val="0024703B"/>
    <w:rsid w:val="002523B4"/>
    <w:rsid w:val="00252DD3"/>
    <w:rsid w:val="002572A8"/>
    <w:rsid w:val="00267D9C"/>
    <w:rsid w:val="002845F4"/>
    <w:rsid w:val="002B755A"/>
    <w:rsid w:val="002C2267"/>
    <w:rsid w:val="002C4D39"/>
    <w:rsid w:val="002C52B6"/>
    <w:rsid w:val="002D5608"/>
    <w:rsid w:val="002E202E"/>
    <w:rsid w:val="002F29A9"/>
    <w:rsid w:val="00311F33"/>
    <w:rsid w:val="00317A10"/>
    <w:rsid w:val="00324B94"/>
    <w:rsid w:val="00332965"/>
    <w:rsid w:val="003512C1"/>
    <w:rsid w:val="00361AE4"/>
    <w:rsid w:val="00387E18"/>
    <w:rsid w:val="003A31C2"/>
    <w:rsid w:val="003B2913"/>
    <w:rsid w:val="003B70F9"/>
    <w:rsid w:val="003B7DF9"/>
    <w:rsid w:val="003D4D6A"/>
    <w:rsid w:val="003E5339"/>
    <w:rsid w:val="003F088A"/>
    <w:rsid w:val="00400424"/>
    <w:rsid w:val="0041713E"/>
    <w:rsid w:val="0043201F"/>
    <w:rsid w:val="004400FD"/>
    <w:rsid w:val="00443A11"/>
    <w:rsid w:val="00446D9E"/>
    <w:rsid w:val="004479C2"/>
    <w:rsid w:val="00451578"/>
    <w:rsid w:val="00475D18"/>
    <w:rsid w:val="00484126"/>
    <w:rsid w:val="004932D3"/>
    <w:rsid w:val="004934E7"/>
    <w:rsid w:val="00494B80"/>
    <w:rsid w:val="0049764B"/>
    <w:rsid w:val="004A31E9"/>
    <w:rsid w:val="004B404C"/>
    <w:rsid w:val="004E39B8"/>
    <w:rsid w:val="004F7760"/>
    <w:rsid w:val="005044AB"/>
    <w:rsid w:val="00505B5E"/>
    <w:rsid w:val="00506954"/>
    <w:rsid w:val="00556C09"/>
    <w:rsid w:val="00567FE1"/>
    <w:rsid w:val="00583A62"/>
    <w:rsid w:val="005E5BC0"/>
    <w:rsid w:val="005E6656"/>
    <w:rsid w:val="006119C5"/>
    <w:rsid w:val="00647F09"/>
    <w:rsid w:val="00647FC9"/>
    <w:rsid w:val="0068184A"/>
    <w:rsid w:val="00687CAB"/>
    <w:rsid w:val="00694581"/>
    <w:rsid w:val="006B0120"/>
    <w:rsid w:val="006D3249"/>
    <w:rsid w:val="00725277"/>
    <w:rsid w:val="00727077"/>
    <w:rsid w:val="00746C88"/>
    <w:rsid w:val="00764A77"/>
    <w:rsid w:val="0077506E"/>
    <w:rsid w:val="00781E01"/>
    <w:rsid w:val="00784424"/>
    <w:rsid w:val="007A7B01"/>
    <w:rsid w:val="007E7543"/>
    <w:rsid w:val="007F0203"/>
    <w:rsid w:val="0081522A"/>
    <w:rsid w:val="00834AB6"/>
    <w:rsid w:val="00845175"/>
    <w:rsid w:val="008527CA"/>
    <w:rsid w:val="008745FB"/>
    <w:rsid w:val="008B5D7F"/>
    <w:rsid w:val="008D344E"/>
    <w:rsid w:val="008F4314"/>
    <w:rsid w:val="008F7A25"/>
    <w:rsid w:val="00911F56"/>
    <w:rsid w:val="00937D9E"/>
    <w:rsid w:val="0094691B"/>
    <w:rsid w:val="0096089A"/>
    <w:rsid w:val="00984503"/>
    <w:rsid w:val="009957B4"/>
    <w:rsid w:val="009A34D2"/>
    <w:rsid w:val="009A5CA0"/>
    <w:rsid w:val="009B13C8"/>
    <w:rsid w:val="009C23B0"/>
    <w:rsid w:val="009C6954"/>
    <w:rsid w:val="009D2BAA"/>
    <w:rsid w:val="009E6F7E"/>
    <w:rsid w:val="00A00D03"/>
    <w:rsid w:val="00A16B0F"/>
    <w:rsid w:val="00A4039C"/>
    <w:rsid w:val="00A50BBC"/>
    <w:rsid w:val="00A52037"/>
    <w:rsid w:val="00A5497F"/>
    <w:rsid w:val="00A56F06"/>
    <w:rsid w:val="00A65BE5"/>
    <w:rsid w:val="00A7491A"/>
    <w:rsid w:val="00A95094"/>
    <w:rsid w:val="00AA6449"/>
    <w:rsid w:val="00AE30A1"/>
    <w:rsid w:val="00AF27D7"/>
    <w:rsid w:val="00B07DD2"/>
    <w:rsid w:val="00B46ED4"/>
    <w:rsid w:val="00B5493A"/>
    <w:rsid w:val="00B67AFA"/>
    <w:rsid w:val="00B95513"/>
    <w:rsid w:val="00B97FDC"/>
    <w:rsid w:val="00BF0BB8"/>
    <w:rsid w:val="00C07BB1"/>
    <w:rsid w:val="00C37C13"/>
    <w:rsid w:val="00C4581A"/>
    <w:rsid w:val="00C46C3E"/>
    <w:rsid w:val="00C47CD3"/>
    <w:rsid w:val="00C73B47"/>
    <w:rsid w:val="00C82D8F"/>
    <w:rsid w:val="00C9350C"/>
    <w:rsid w:val="00CC6657"/>
    <w:rsid w:val="00CD6ED9"/>
    <w:rsid w:val="00CD7188"/>
    <w:rsid w:val="00CE3196"/>
    <w:rsid w:val="00D2400C"/>
    <w:rsid w:val="00D30790"/>
    <w:rsid w:val="00D34D9F"/>
    <w:rsid w:val="00D42CEC"/>
    <w:rsid w:val="00D55F21"/>
    <w:rsid w:val="00D56F21"/>
    <w:rsid w:val="00D605F8"/>
    <w:rsid w:val="00D8557F"/>
    <w:rsid w:val="00DD13FB"/>
    <w:rsid w:val="00DE75F5"/>
    <w:rsid w:val="00DF5576"/>
    <w:rsid w:val="00DF6262"/>
    <w:rsid w:val="00E04650"/>
    <w:rsid w:val="00E071B6"/>
    <w:rsid w:val="00E13941"/>
    <w:rsid w:val="00E21EED"/>
    <w:rsid w:val="00E70784"/>
    <w:rsid w:val="00E75EB3"/>
    <w:rsid w:val="00E86BF2"/>
    <w:rsid w:val="00E96ADB"/>
    <w:rsid w:val="00EC38C6"/>
    <w:rsid w:val="00EC6359"/>
    <w:rsid w:val="00EE0BE3"/>
    <w:rsid w:val="00EE1D2A"/>
    <w:rsid w:val="00EF0372"/>
    <w:rsid w:val="00F1282A"/>
    <w:rsid w:val="00F476E7"/>
    <w:rsid w:val="00F66408"/>
    <w:rsid w:val="00F754C4"/>
    <w:rsid w:val="00F97F8C"/>
    <w:rsid w:val="00FC3506"/>
    <w:rsid w:val="00FD1462"/>
    <w:rsid w:val="00FD58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>
      <v:fill color="white" on="f"/>
      <o:colormru v:ext="edit" colors="#eaeaea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chartTrackingRefBased/>
  <w15:docId w15:val="{606A4254-8702-44F9-A24D-98DA9F21B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EE1D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E1D2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BILATERAL\Arterial%20Bila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Arterial Bilat LEA</Template>
  <TotalTime>4</TotalTime>
  <Pages>1</Pages>
  <Words>238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5</cp:revision>
  <cp:lastPrinted>2020-07-01T07:58:00Z</cp:lastPrinted>
  <dcterms:created xsi:type="dcterms:W3CDTF">2020-08-12T11:37:00Z</dcterms:created>
  <dcterms:modified xsi:type="dcterms:W3CDTF">2020-08-14T08:14:00Z</dcterms:modified>
  <cp:category>Patient Report</cp:category>
</cp:coreProperties>
</file>